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9CA0B20" w:rsidR="0035531B" w:rsidRDefault="0035531B" w:rsidP="009477D7">
      <w:pPr>
        <w:pStyle w:val="Titul2"/>
      </w:pPr>
      <w:r w:rsidRPr="009477D7">
        <w:t>„</w:t>
      </w:r>
      <w:r w:rsidR="009477D7" w:rsidRPr="009477D7">
        <w:t xml:space="preserve">Sanace tělesa železničního spodku na trati Varnsdorf – </w:t>
      </w:r>
      <w:proofErr w:type="spellStart"/>
      <w:r w:rsidR="009477D7" w:rsidRPr="009477D7">
        <w:t>Seifhennersdorf</w:t>
      </w:r>
      <w:proofErr w:type="spellEnd"/>
      <w:r w:rsidR="009477D7" w:rsidRPr="009477D7">
        <w:t xml:space="preserve"> (DB) v km 12,288-12,7</w:t>
      </w:r>
      <w:r w:rsidRPr="009477D7">
        <w:t>“</w:t>
      </w:r>
    </w:p>
    <w:p w14:paraId="152849FF" w14:textId="77777777" w:rsidR="00AD0C7B" w:rsidRPr="006C2343" w:rsidRDefault="00AD0C7B" w:rsidP="00EB46E5">
      <w:pPr>
        <w:pStyle w:val="Titul2"/>
      </w:pPr>
    </w:p>
    <w:p w14:paraId="45AB7781" w14:textId="312F9524" w:rsidR="00F46EA7" w:rsidRDefault="00F46EA7" w:rsidP="00F46EA7">
      <w:pPr>
        <w:pStyle w:val="Text1-1"/>
        <w:numPr>
          <w:ilvl w:val="0"/>
          <w:numId w:val="0"/>
        </w:numPr>
        <w:tabs>
          <w:tab w:val="left" w:pos="708"/>
        </w:tabs>
        <w:ind w:left="737" w:hanging="737"/>
      </w:pPr>
      <w:r>
        <w:t xml:space="preserve">Č.j. </w:t>
      </w:r>
      <w:r w:rsidR="009477D7" w:rsidRPr="009477D7">
        <w:t>24401/2023-SŽ-SSZ-OVZ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FBE0FDB" w14:textId="7AE2526E" w:rsidR="002951E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caps w:val="0"/>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6C7B32">
          <w:rPr>
            <w:noProof/>
            <w:webHidden/>
          </w:rPr>
          <w:t>3</w:t>
        </w:r>
        <w:r w:rsidR="002951E9">
          <w:rPr>
            <w:noProof/>
            <w:webHidden/>
          </w:rPr>
          <w:fldChar w:fldCharType="end"/>
        </w:r>
      </w:hyperlink>
    </w:p>
    <w:p w14:paraId="69732B6F" w14:textId="43CDE89F" w:rsidR="002951E9" w:rsidRDefault="006C7B32">
      <w:pPr>
        <w:pStyle w:val="Obsah1"/>
        <w:rPr>
          <w:rFonts w:eastAsiaTheme="minorEastAsia"/>
          <w:caps w:val="0"/>
          <w:noProof/>
          <w:sz w:val="22"/>
          <w:szCs w:val="22"/>
          <w:lang w:eastAsia="cs-CZ"/>
        </w:rPr>
      </w:pPr>
      <w:hyperlink w:anchor="_Toc150262319" w:history="1">
        <w:r w:rsidR="002951E9" w:rsidRPr="00B9640E">
          <w:rPr>
            <w:rStyle w:val="Hypertextovodkaz"/>
          </w:rPr>
          <w:t>2.</w:t>
        </w:r>
        <w:r w:rsidR="002951E9">
          <w:rPr>
            <w:rFonts w:eastAsiaTheme="minorEastAsia"/>
            <w:caps w:val="0"/>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Pr>
            <w:noProof/>
            <w:webHidden/>
          </w:rPr>
          <w:t>3</w:t>
        </w:r>
        <w:r w:rsidR="002951E9">
          <w:rPr>
            <w:noProof/>
            <w:webHidden/>
          </w:rPr>
          <w:fldChar w:fldCharType="end"/>
        </w:r>
      </w:hyperlink>
    </w:p>
    <w:p w14:paraId="02562A4E" w14:textId="43F23147" w:rsidR="002951E9" w:rsidRDefault="006C7B32">
      <w:pPr>
        <w:pStyle w:val="Obsah1"/>
        <w:rPr>
          <w:rFonts w:eastAsiaTheme="minorEastAsia"/>
          <w:caps w:val="0"/>
          <w:noProof/>
          <w:sz w:val="22"/>
          <w:szCs w:val="22"/>
          <w:lang w:eastAsia="cs-CZ"/>
        </w:rPr>
      </w:pPr>
      <w:hyperlink w:anchor="_Toc150262320" w:history="1">
        <w:r w:rsidR="002951E9" w:rsidRPr="00B9640E">
          <w:rPr>
            <w:rStyle w:val="Hypertextovodkaz"/>
          </w:rPr>
          <w:t>3.</w:t>
        </w:r>
        <w:r w:rsidR="002951E9">
          <w:rPr>
            <w:rFonts w:eastAsiaTheme="minorEastAsia"/>
            <w:caps w:val="0"/>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3EA191CE" w14:textId="27150911" w:rsidR="002951E9" w:rsidRDefault="006C7B32">
      <w:pPr>
        <w:pStyle w:val="Obsah1"/>
        <w:rPr>
          <w:rFonts w:eastAsiaTheme="minorEastAsia"/>
          <w:caps w:val="0"/>
          <w:noProof/>
          <w:sz w:val="22"/>
          <w:szCs w:val="22"/>
          <w:lang w:eastAsia="cs-CZ"/>
        </w:rPr>
      </w:pPr>
      <w:hyperlink w:anchor="_Toc150262321" w:history="1">
        <w:r w:rsidR="002951E9" w:rsidRPr="00B9640E">
          <w:rPr>
            <w:rStyle w:val="Hypertextovodkaz"/>
          </w:rPr>
          <w:t>4.</w:t>
        </w:r>
        <w:r w:rsidR="002951E9">
          <w:rPr>
            <w:rFonts w:eastAsiaTheme="minorEastAsia"/>
            <w:caps w:val="0"/>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576370C4" w14:textId="23FE8C24" w:rsidR="002951E9" w:rsidRDefault="006C7B32">
      <w:pPr>
        <w:pStyle w:val="Obsah1"/>
        <w:rPr>
          <w:rFonts w:eastAsiaTheme="minorEastAsia"/>
          <w:caps w:val="0"/>
          <w:noProof/>
          <w:sz w:val="22"/>
          <w:szCs w:val="22"/>
          <w:lang w:eastAsia="cs-CZ"/>
        </w:rPr>
      </w:pPr>
      <w:hyperlink w:anchor="_Toc150262322" w:history="1">
        <w:r w:rsidR="002951E9" w:rsidRPr="00B9640E">
          <w:rPr>
            <w:rStyle w:val="Hypertextovodkaz"/>
          </w:rPr>
          <w:t>5.</w:t>
        </w:r>
        <w:r w:rsidR="002951E9">
          <w:rPr>
            <w:rFonts w:eastAsiaTheme="minorEastAsia"/>
            <w:caps w:val="0"/>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1CE9F362" w14:textId="45E12D39" w:rsidR="002951E9" w:rsidRDefault="006C7B32">
      <w:pPr>
        <w:pStyle w:val="Obsah1"/>
        <w:rPr>
          <w:rFonts w:eastAsiaTheme="minorEastAsia"/>
          <w:caps w:val="0"/>
          <w:noProof/>
          <w:sz w:val="22"/>
          <w:szCs w:val="22"/>
          <w:lang w:eastAsia="cs-CZ"/>
        </w:rPr>
      </w:pPr>
      <w:hyperlink w:anchor="_Toc150262323" w:history="1">
        <w:r w:rsidR="002951E9" w:rsidRPr="00B9640E">
          <w:rPr>
            <w:rStyle w:val="Hypertextovodkaz"/>
          </w:rPr>
          <w:t>6.</w:t>
        </w:r>
        <w:r w:rsidR="002951E9">
          <w:rPr>
            <w:rFonts w:eastAsiaTheme="minorEastAsia"/>
            <w:caps w:val="0"/>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562ACAD2" w14:textId="4BE18B42" w:rsidR="002951E9" w:rsidRDefault="006C7B32">
      <w:pPr>
        <w:pStyle w:val="Obsah1"/>
        <w:rPr>
          <w:rFonts w:eastAsiaTheme="minorEastAsia"/>
          <w:caps w:val="0"/>
          <w:noProof/>
          <w:sz w:val="22"/>
          <w:szCs w:val="22"/>
          <w:lang w:eastAsia="cs-CZ"/>
        </w:rPr>
      </w:pPr>
      <w:hyperlink w:anchor="_Toc150262324" w:history="1">
        <w:r w:rsidR="002951E9" w:rsidRPr="00B9640E">
          <w:rPr>
            <w:rStyle w:val="Hypertextovodkaz"/>
          </w:rPr>
          <w:t>7.</w:t>
        </w:r>
        <w:r w:rsidR="002951E9">
          <w:rPr>
            <w:rFonts w:eastAsiaTheme="minorEastAsia"/>
            <w:caps w:val="0"/>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42B3BA6C" w14:textId="1F65AD46" w:rsidR="002951E9" w:rsidRDefault="006C7B32">
      <w:pPr>
        <w:pStyle w:val="Obsah1"/>
        <w:rPr>
          <w:rFonts w:eastAsiaTheme="minorEastAsia"/>
          <w:caps w:val="0"/>
          <w:noProof/>
          <w:sz w:val="22"/>
          <w:szCs w:val="22"/>
          <w:lang w:eastAsia="cs-CZ"/>
        </w:rPr>
      </w:pPr>
      <w:hyperlink w:anchor="_Toc150262325" w:history="1">
        <w:r w:rsidR="002951E9" w:rsidRPr="00B9640E">
          <w:rPr>
            <w:rStyle w:val="Hypertextovodkaz"/>
          </w:rPr>
          <w:t>8.</w:t>
        </w:r>
        <w:r w:rsidR="002951E9">
          <w:rPr>
            <w:rFonts w:eastAsiaTheme="minorEastAsia"/>
            <w:caps w:val="0"/>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Pr>
            <w:noProof/>
            <w:webHidden/>
          </w:rPr>
          <w:t>6</w:t>
        </w:r>
        <w:r w:rsidR="002951E9">
          <w:rPr>
            <w:noProof/>
            <w:webHidden/>
          </w:rPr>
          <w:fldChar w:fldCharType="end"/>
        </w:r>
      </w:hyperlink>
    </w:p>
    <w:p w14:paraId="04039CCD" w14:textId="2E9A5755" w:rsidR="002951E9" w:rsidRDefault="006C7B32">
      <w:pPr>
        <w:pStyle w:val="Obsah1"/>
        <w:rPr>
          <w:rFonts w:eastAsiaTheme="minorEastAsia"/>
          <w:caps w:val="0"/>
          <w:noProof/>
          <w:sz w:val="22"/>
          <w:szCs w:val="22"/>
          <w:lang w:eastAsia="cs-CZ"/>
        </w:rPr>
      </w:pPr>
      <w:hyperlink w:anchor="_Toc150262326" w:history="1">
        <w:r w:rsidR="002951E9" w:rsidRPr="00B9640E">
          <w:rPr>
            <w:rStyle w:val="Hypertextovodkaz"/>
          </w:rPr>
          <w:t>9.</w:t>
        </w:r>
        <w:r w:rsidR="002951E9">
          <w:rPr>
            <w:rFonts w:eastAsiaTheme="minorEastAsia"/>
            <w:caps w:val="0"/>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Pr>
            <w:noProof/>
            <w:webHidden/>
          </w:rPr>
          <w:t>15</w:t>
        </w:r>
        <w:r w:rsidR="002951E9">
          <w:rPr>
            <w:noProof/>
            <w:webHidden/>
          </w:rPr>
          <w:fldChar w:fldCharType="end"/>
        </w:r>
      </w:hyperlink>
    </w:p>
    <w:p w14:paraId="19A3169A" w14:textId="320472CF" w:rsidR="002951E9" w:rsidRDefault="006C7B32">
      <w:pPr>
        <w:pStyle w:val="Obsah1"/>
        <w:rPr>
          <w:rFonts w:eastAsiaTheme="minorEastAsia"/>
          <w:caps w:val="0"/>
          <w:noProof/>
          <w:sz w:val="22"/>
          <w:szCs w:val="22"/>
          <w:lang w:eastAsia="cs-CZ"/>
        </w:rPr>
      </w:pPr>
      <w:hyperlink w:anchor="_Toc150262327" w:history="1">
        <w:r w:rsidR="002951E9" w:rsidRPr="00B9640E">
          <w:rPr>
            <w:rStyle w:val="Hypertextovodkaz"/>
          </w:rPr>
          <w:t>10.</w:t>
        </w:r>
        <w:r w:rsidR="002951E9">
          <w:rPr>
            <w:rFonts w:eastAsiaTheme="minorEastAsia"/>
            <w:caps w:val="0"/>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Pr>
            <w:noProof/>
            <w:webHidden/>
          </w:rPr>
          <w:t>17</w:t>
        </w:r>
        <w:r w:rsidR="002951E9">
          <w:rPr>
            <w:noProof/>
            <w:webHidden/>
          </w:rPr>
          <w:fldChar w:fldCharType="end"/>
        </w:r>
      </w:hyperlink>
    </w:p>
    <w:p w14:paraId="20A6D947" w14:textId="191BD22B" w:rsidR="002951E9" w:rsidRDefault="006C7B32">
      <w:pPr>
        <w:pStyle w:val="Obsah1"/>
        <w:rPr>
          <w:rFonts w:eastAsiaTheme="minorEastAsia"/>
          <w:caps w:val="0"/>
          <w:noProof/>
          <w:sz w:val="22"/>
          <w:szCs w:val="22"/>
          <w:lang w:eastAsia="cs-CZ"/>
        </w:rPr>
      </w:pPr>
      <w:hyperlink w:anchor="_Toc150262328" w:history="1">
        <w:r w:rsidR="002951E9" w:rsidRPr="00B9640E">
          <w:rPr>
            <w:rStyle w:val="Hypertextovodkaz"/>
          </w:rPr>
          <w:t>11.</w:t>
        </w:r>
        <w:r w:rsidR="002951E9">
          <w:rPr>
            <w:rFonts w:eastAsiaTheme="minorEastAsia"/>
            <w:caps w:val="0"/>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3BEA4FA3" w14:textId="3A953F07" w:rsidR="002951E9" w:rsidRDefault="006C7B32">
      <w:pPr>
        <w:pStyle w:val="Obsah1"/>
        <w:rPr>
          <w:rFonts w:eastAsiaTheme="minorEastAsia"/>
          <w:caps w:val="0"/>
          <w:noProof/>
          <w:sz w:val="22"/>
          <w:szCs w:val="22"/>
          <w:lang w:eastAsia="cs-CZ"/>
        </w:rPr>
      </w:pPr>
      <w:hyperlink w:anchor="_Toc150262329" w:history="1">
        <w:r w:rsidR="002951E9" w:rsidRPr="00B9640E">
          <w:rPr>
            <w:rStyle w:val="Hypertextovodkaz"/>
          </w:rPr>
          <w:t>12.</w:t>
        </w:r>
        <w:r w:rsidR="002951E9">
          <w:rPr>
            <w:rFonts w:eastAsiaTheme="minorEastAsia"/>
            <w:caps w:val="0"/>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26FDE7B3" w14:textId="2C00E8AD" w:rsidR="002951E9" w:rsidRDefault="006C7B32">
      <w:pPr>
        <w:pStyle w:val="Obsah1"/>
        <w:rPr>
          <w:rFonts w:eastAsiaTheme="minorEastAsia"/>
          <w:caps w:val="0"/>
          <w:noProof/>
          <w:sz w:val="22"/>
          <w:szCs w:val="22"/>
          <w:lang w:eastAsia="cs-CZ"/>
        </w:rPr>
      </w:pPr>
      <w:hyperlink w:anchor="_Toc150262330" w:history="1">
        <w:r w:rsidR="002951E9" w:rsidRPr="00B9640E">
          <w:rPr>
            <w:rStyle w:val="Hypertextovodkaz"/>
          </w:rPr>
          <w:t>13.</w:t>
        </w:r>
        <w:r w:rsidR="002951E9">
          <w:rPr>
            <w:rFonts w:eastAsiaTheme="minorEastAsia"/>
            <w:caps w:val="0"/>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75AE7C71" w14:textId="071B6495" w:rsidR="002951E9" w:rsidRDefault="006C7B32">
      <w:pPr>
        <w:pStyle w:val="Obsah1"/>
        <w:rPr>
          <w:rFonts w:eastAsiaTheme="minorEastAsia"/>
          <w:caps w:val="0"/>
          <w:noProof/>
          <w:sz w:val="22"/>
          <w:szCs w:val="22"/>
          <w:lang w:eastAsia="cs-CZ"/>
        </w:rPr>
      </w:pPr>
      <w:hyperlink w:anchor="_Toc150262331" w:history="1">
        <w:r w:rsidR="002951E9" w:rsidRPr="00B9640E">
          <w:rPr>
            <w:rStyle w:val="Hypertextovodkaz"/>
          </w:rPr>
          <w:t>14.</w:t>
        </w:r>
        <w:r w:rsidR="002951E9">
          <w:rPr>
            <w:rFonts w:eastAsiaTheme="minorEastAsia"/>
            <w:caps w:val="0"/>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41E8E0A7" w14:textId="1387D79F" w:rsidR="002951E9" w:rsidRDefault="006C7B32">
      <w:pPr>
        <w:pStyle w:val="Obsah1"/>
        <w:rPr>
          <w:rFonts w:eastAsiaTheme="minorEastAsia"/>
          <w:caps w:val="0"/>
          <w:noProof/>
          <w:sz w:val="22"/>
          <w:szCs w:val="22"/>
          <w:lang w:eastAsia="cs-CZ"/>
        </w:rPr>
      </w:pPr>
      <w:hyperlink w:anchor="_Toc150262332" w:history="1">
        <w:r w:rsidR="002951E9" w:rsidRPr="00B9640E">
          <w:rPr>
            <w:rStyle w:val="Hypertextovodkaz"/>
          </w:rPr>
          <w:t>15.</w:t>
        </w:r>
        <w:r w:rsidR="002951E9">
          <w:rPr>
            <w:rFonts w:eastAsiaTheme="minorEastAsia"/>
            <w:caps w:val="0"/>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1DFF4C33" w14:textId="6CE742E6" w:rsidR="002951E9" w:rsidRDefault="006C7B32">
      <w:pPr>
        <w:pStyle w:val="Obsah1"/>
        <w:rPr>
          <w:rFonts w:eastAsiaTheme="minorEastAsia"/>
          <w:caps w:val="0"/>
          <w:noProof/>
          <w:sz w:val="22"/>
          <w:szCs w:val="22"/>
          <w:lang w:eastAsia="cs-CZ"/>
        </w:rPr>
      </w:pPr>
      <w:hyperlink w:anchor="_Toc150262333" w:history="1">
        <w:r w:rsidR="002951E9" w:rsidRPr="00B9640E">
          <w:rPr>
            <w:rStyle w:val="Hypertextovodkaz"/>
          </w:rPr>
          <w:t>16.</w:t>
        </w:r>
        <w:r w:rsidR="002951E9">
          <w:rPr>
            <w:rFonts w:eastAsiaTheme="minorEastAsia"/>
            <w:caps w:val="0"/>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661AF8B9" w14:textId="7E096324" w:rsidR="002951E9" w:rsidRDefault="006C7B32">
      <w:pPr>
        <w:pStyle w:val="Obsah1"/>
        <w:rPr>
          <w:rFonts w:eastAsiaTheme="minorEastAsia"/>
          <w:caps w:val="0"/>
          <w:noProof/>
          <w:sz w:val="22"/>
          <w:szCs w:val="22"/>
          <w:lang w:eastAsia="cs-CZ"/>
        </w:rPr>
      </w:pPr>
      <w:hyperlink w:anchor="_Toc150262334" w:history="1">
        <w:r w:rsidR="002951E9" w:rsidRPr="00B9640E">
          <w:rPr>
            <w:rStyle w:val="Hypertextovodkaz"/>
          </w:rPr>
          <w:t>17.</w:t>
        </w:r>
        <w:r w:rsidR="002951E9">
          <w:rPr>
            <w:rFonts w:eastAsiaTheme="minorEastAsia"/>
            <w:caps w:val="0"/>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33C4B3E3" w14:textId="6A235FF5" w:rsidR="002951E9" w:rsidRDefault="006C7B32">
      <w:pPr>
        <w:pStyle w:val="Obsah1"/>
        <w:rPr>
          <w:rFonts w:eastAsiaTheme="minorEastAsia"/>
          <w:caps w:val="0"/>
          <w:noProof/>
          <w:sz w:val="22"/>
          <w:szCs w:val="22"/>
          <w:lang w:eastAsia="cs-CZ"/>
        </w:rPr>
      </w:pPr>
      <w:hyperlink w:anchor="_Toc150262335" w:history="1">
        <w:r w:rsidR="002951E9" w:rsidRPr="00B9640E">
          <w:rPr>
            <w:rStyle w:val="Hypertextovodkaz"/>
          </w:rPr>
          <w:t>18.</w:t>
        </w:r>
        <w:r w:rsidR="002951E9">
          <w:rPr>
            <w:rFonts w:eastAsiaTheme="minorEastAsia"/>
            <w:caps w:val="0"/>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1C35EDC6" w14:textId="2C546D2F" w:rsidR="002951E9" w:rsidRDefault="006C7B32">
      <w:pPr>
        <w:pStyle w:val="Obsah1"/>
        <w:rPr>
          <w:rFonts w:eastAsiaTheme="minorEastAsia"/>
          <w:caps w:val="0"/>
          <w:noProof/>
          <w:sz w:val="22"/>
          <w:szCs w:val="22"/>
          <w:lang w:eastAsia="cs-CZ"/>
        </w:rPr>
      </w:pPr>
      <w:hyperlink w:anchor="_Toc150262336" w:history="1">
        <w:r w:rsidR="002951E9" w:rsidRPr="00B9640E">
          <w:rPr>
            <w:rStyle w:val="Hypertextovodkaz"/>
          </w:rPr>
          <w:t>19.</w:t>
        </w:r>
        <w:r w:rsidR="002951E9">
          <w:rPr>
            <w:rFonts w:eastAsiaTheme="minorEastAsia"/>
            <w:caps w:val="0"/>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5BEF8464" w14:textId="59637E6E" w:rsidR="002951E9" w:rsidRDefault="006C7B32">
      <w:pPr>
        <w:pStyle w:val="Obsah1"/>
        <w:rPr>
          <w:rFonts w:eastAsiaTheme="minorEastAsia"/>
          <w:caps w:val="0"/>
          <w:noProof/>
          <w:sz w:val="22"/>
          <w:szCs w:val="22"/>
          <w:lang w:eastAsia="cs-CZ"/>
        </w:rPr>
      </w:pPr>
      <w:hyperlink w:anchor="_Toc150262337" w:history="1">
        <w:r w:rsidR="002951E9" w:rsidRPr="00B9640E">
          <w:rPr>
            <w:rStyle w:val="Hypertextovodkaz"/>
          </w:rPr>
          <w:t>20.</w:t>
        </w:r>
        <w:r w:rsidR="002951E9">
          <w:rPr>
            <w:rFonts w:eastAsiaTheme="minorEastAsia"/>
            <w:caps w:val="0"/>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Pr>
            <w:noProof/>
            <w:webHidden/>
          </w:rPr>
          <w:t>25</w:t>
        </w:r>
        <w:r w:rsidR="002951E9">
          <w:rPr>
            <w:noProof/>
            <w:webHidden/>
          </w:rPr>
          <w:fldChar w:fldCharType="end"/>
        </w:r>
      </w:hyperlink>
    </w:p>
    <w:p w14:paraId="0EB6EAC4" w14:textId="77D413C4" w:rsidR="002951E9" w:rsidRDefault="006C7B32">
      <w:pPr>
        <w:pStyle w:val="Obsah1"/>
        <w:rPr>
          <w:rFonts w:eastAsiaTheme="minorEastAsia"/>
          <w:caps w:val="0"/>
          <w:noProof/>
          <w:sz w:val="22"/>
          <w:szCs w:val="22"/>
          <w:lang w:eastAsia="cs-CZ"/>
        </w:rPr>
      </w:pPr>
      <w:hyperlink w:anchor="_Toc150262338" w:history="1">
        <w:r w:rsidR="002951E9" w:rsidRPr="00B9640E">
          <w:rPr>
            <w:rStyle w:val="Hypertextovodkaz"/>
          </w:rPr>
          <w:t>21.</w:t>
        </w:r>
        <w:r w:rsidR="002951E9">
          <w:rPr>
            <w:rFonts w:eastAsiaTheme="minorEastAsia"/>
            <w:caps w:val="0"/>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Pr>
            <w:noProof/>
            <w:webHidden/>
          </w:rPr>
          <w:t>26</w:t>
        </w:r>
        <w:r w:rsidR="002951E9">
          <w:rPr>
            <w:noProof/>
            <w:webHidden/>
          </w:rPr>
          <w:fldChar w:fldCharType="end"/>
        </w:r>
      </w:hyperlink>
    </w:p>
    <w:p w14:paraId="1A590D0A" w14:textId="17D1795B" w:rsidR="002951E9" w:rsidRDefault="006C7B32">
      <w:pPr>
        <w:pStyle w:val="Obsah1"/>
        <w:rPr>
          <w:rFonts w:eastAsiaTheme="minorEastAsia"/>
          <w:caps w:val="0"/>
          <w:noProof/>
          <w:sz w:val="22"/>
          <w:szCs w:val="22"/>
          <w:lang w:eastAsia="cs-CZ"/>
        </w:rPr>
      </w:pPr>
      <w:hyperlink w:anchor="_Toc150262339" w:history="1">
        <w:r w:rsidR="002951E9" w:rsidRPr="00B9640E">
          <w:rPr>
            <w:rStyle w:val="Hypertextovodkaz"/>
          </w:rPr>
          <w:t>22.</w:t>
        </w:r>
        <w:r w:rsidR="002951E9">
          <w:rPr>
            <w:rFonts w:eastAsiaTheme="minorEastAsia"/>
            <w:caps w:val="0"/>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Pr>
            <w:noProof/>
            <w:webHidden/>
          </w:rPr>
          <w:t>26</w:t>
        </w:r>
        <w:r w:rsidR="002951E9">
          <w:rPr>
            <w:noProof/>
            <w:webHidden/>
          </w:rPr>
          <w:fldChar w:fldCharType="end"/>
        </w:r>
      </w:hyperlink>
    </w:p>
    <w:p w14:paraId="6555F612" w14:textId="7FF29987" w:rsidR="002951E9" w:rsidRDefault="006C7B32">
      <w:pPr>
        <w:pStyle w:val="Obsah1"/>
        <w:rPr>
          <w:rFonts w:eastAsiaTheme="minorEastAsia"/>
          <w:caps w:val="0"/>
          <w:noProof/>
          <w:sz w:val="22"/>
          <w:szCs w:val="22"/>
          <w:lang w:eastAsia="cs-CZ"/>
        </w:rPr>
      </w:pPr>
      <w:hyperlink w:anchor="_Toc150262340" w:history="1">
        <w:r w:rsidR="002951E9" w:rsidRPr="00B9640E">
          <w:rPr>
            <w:rStyle w:val="Hypertextovodkaz"/>
          </w:rPr>
          <w:t>23.</w:t>
        </w:r>
        <w:r w:rsidR="002951E9">
          <w:rPr>
            <w:rFonts w:eastAsiaTheme="minorEastAsia"/>
            <w:caps w:val="0"/>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Pr>
            <w:noProof/>
            <w:webHidden/>
          </w:rPr>
          <w:t>28</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8126BB3" w:rsidR="0035531B" w:rsidRDefault="0035531B" w:rsidP="009477D7">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026232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30C5213D" w14:textId="77777777" w:rsidR="009477D7" w:rsidRDefault="009477D7" w:rsidP="009477D7">
      <w:pPr>
        <w:pStyle w:val="Text1-1"/>
      </w:pPr>
      <w:bookmarkStart w:id="7" w:name="_Toc150262321"/>
      <w:r>
        <w:t>Kontaktní osobou zadavatele pro výběrové řízení je: Barbora Sýkorová</w:t>
      </w:r>
    </w:p>
    <w:p w14:paraId="1598EEA4" w14:textId="77777777" w:rsidR="009477D7" w:rsidRDefault="009477D7" w:rsidP="009477D7">
      <w:pPr>
        <w:pStyle w:val="Textbezslovn"/>
        <w:spacing w:after="0"/>
      </w:pPr>
      <w:r>
        <w:t xml:space="preserve">telefon: </w:t>
      </w:r>
      <w:r>
        <w:tab/>
        <w:t>+420 720 969 702</w:t>
      </w:r>
    </w:p>
    <w:p w14:paraId="2707C184" w14:textId="77777777" w:rsidR="009477D7" w:rsidRDefault="009477D7" w:rsidP="009477D7">
      <w:pPr>
        <w:pStyle w:val="Textbezslovn"/>
        <w:spacing w:after="0"/>
      </w:pPr>
      <w:r>
        <w:t xml:space="preserve">e-mail: </w:t>
      </w:r>
      <w:r>
        <w:tab/>
        <w:t>SykorovaB</w:t>
      </w:r>
      <w:r w:rsidRPr="00251C72">
        <w:t>@spravazeleznic.cz</w:t>
      </w:r>
    </w:p>
    <w:p w14:paraId="6F979C0F" w14:textId="77777777" w:rsidR="009477D7" w:rsidRPr="00251C72" w:rsidRDefault="009477D7" w:rsidP="009477D7">
      <w:pPr>
        <w:spacing w:after="0" w:line="240" w:lineRule="auto"/>
        <w:ind w:left="709"/>
        <w:jc w:val="both"/>
      </w:pPr>
      <w:r>
        <w:t xml:space="preserve">adresa: </w:t>
      </w:r>
      <w:r>
        <w:tab/>
      </w:r>
      <w:r w:rsidRPr="00251C72">
        <w:t>Správa železnic, státní organizace</w:t>
      </w:r>
    </w:p>
    <w:p w14:paraId="264AEF5D" w14:textId="77777777" w:rsidR="009477D7" w:rsidRPr="00251C72" w:rsidRDefault="009477D7" w:rsidP="009477D7">
      <w:pPr>
        <w:spacing w:after="0" w:line="240" w:lineRule="auto"/>
        <w:ind w:left="737"/>
        <w:jc w:val="both"/>
      </w:pPr>
      <w:r w:rsidRPr="00251C72">
        <w:tab/>
      </w:r>
      <w:r w:rsidRPr="00251C72">
        <w:tab/>
        <w:t>Stavební správa západ</w:t>
      </w:r>
    </w:p>
    <w:p w14:paraId="23CD810D" w14:textId="77777777" w:rsidR="009477D7" w:rsidRPr="00251C72" w:rsidRDefault="009477D7" w:rsidP="009477D7">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1DDCA764" w14:textId="77777777" w:rsidR="009477D7" w:rsidRDefault="009477D7" w:rsidP="009477D7">
      <w:pPr>
        <w:pStyle w:val="Textbezslovn"/>
        <w:ind w:left="1446" w:firstLine="681"/>
      </w:pPr>
      <w:r w:rsidRPr="00251C72">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E89777C" w:rsidR="0035531B" w:rsidRDefault="00DD73BA" w:rsidP="0035531B">
      <w:pPr>
        <w:pStyle w:val="Textbezslovn"/>
      </w:pPr>
      <w:r>
        <w:t xml:space="preserve">Účelem veřejné zakázky </w:t>
      </w:r>
      <w:r w:rsidRPr="00DD73BA">
        <w:t xml:space="preserve">je zhotovení stavby „Sanace tělesa železničního spodku na trati Varnsdorf – </w:t>
      </w:r>
      <w:proofErr w:type="spellStart"/>
      <w:r w:rsidRPr="00DD73BA">
        <w:t>Seifhennersdorf</w:t>
      </w:r>
      <w:proofErr w:type="spellEnd"/>
      <w:r w:rsidRPr="00DD73BA">
        <w:t xml:space="preserve"> (DB) v km 12,288 – 12,7“, jejímž cílem je zvýšení stability svahu zářezu, rekonstrukce železničního svršku a spodku včetně odvodnění.</w:t>
      </w:r>
    </w:p>
    <w:p w14:paraId="09962EBD" w14:textId="77777777" w:rsidR="0035531B" w:rsidRDefault="0035531B" w:rsidP="0035531B">
      <w:pPr>
        <w:pStyle w:val="Text1-1"/>
      </w:pPr>
      <w:r>
        <w:t>Předmět plnění veřejné zakázky</w:t>
      </w:r>
    </w:p>
    <w:p w14:paraId="78C73559" w14:textId="3DB6D4AC" w:rsidR="00DD73BA" w:rsidRDefault="00DD73BA" w:rsidP="00DD73BA">
      <w:pPr>
        <w:pStyle w:val="Textbezslovn"/>
      </w:pPr>
      <w:r>
        <w:t xml:space="preserve">Předmětem plnění veřejné zakázky „Sanace tělesa železničního spodku na trati Varnsdorf – </w:t>
      </w:r>
      <w:proofErr w:type="spellStart"/>
      <w:r>
        <w:t>Seifhennersdorf</w:t>
      </w:r>
      <w:proofErr w:type="spellEnd"/>
      <w:r>
        <w:t xml:space="preserve"> (DB) v km 12,288 – 12,7“ je:</w:t>
      </w:r>
    </w:p>
    <w:p w14:paraId="0D5695D0" w14:textId="77777777" w:rsidR="00DD73BA" w:rsidRDefault="00DD73BA" w:rsidP="00DD73BA">
      <w:pPr>
        <w:pStyle w:val="Textbezslovn"/>
      </w:pPr>
      <w:r>
        <w:t>•</w:t>
      </w:r>
      <w:r>
        <w:tab/>
        <w:t>zhotovení stavby dle zadávací dokumentace,</w:t>
      </w:r>
    </w:p>
    <w:p w14:paraId="4DBE176A" w14:textId="77777777" w:rsidR="00DD73BA" w:rsidRDefault="00DD73BA" w:rsidP="00DD73BA">
      <w:pPr>
        <w:pStyle w:val="Textbezslovn"/>
      </w:pPr>
      <w:r>
        <w:t>•</w:t>
      </w:r>
      <w:r>
        <w:tab/>
        <w:t>zpracování Realizační dokumentace stavby,</w:t>
      </w:r>
    </w:p>
    <w:p w14:paraId="3F95D8A8" w14:textId="2ED7853A" w:rsidR="001E1A3D" w:rsidRDefault="00DD73BA" w:rsidP="00677DF5">
      <w:pPr>
        <w:pStyle w:val="Textbezslovn"/>
      </w:pPr>
      <w:r>
        <w:t>•</w:t>
      </w:r>
      <w:r>
        <w:tab/>
        <w:t>vypracování Dokumentace skutečného provedení stavby včetně geodetické části.</w:t>
      </w:r>
      <w:r w:rsidRPr="006F6B09">
        <w:rPr>
          <w:highlight w:val="green"/>
        </w:rPr>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44268879" w:rsidR="00F0634D" w:rsidRDefault="0035531B" w:rsidP="008A5FFB">
      <w:pPr>
        <w:pStyle w:val="Textbezslovn"/>
        <w:spacing w:after="0"/>
      </w:pPr>
      <w:r>
        <w:t>CPV kód 45234110-0 Výstavba meziměstských železničních drah</w:t>
      </w:r>
      <w:r w:rsidR="00677DF5">
        <w:t>.</w:t>
      </w:r>
    </w:p>
    <w:p w14:paraId="0F649604" w14:textId="77777777" w:rsidR="008A5FFB" w:rsidRPr="008A5FFB" w:rsidRDefault="008A5FFB" w:rsidP="008A5FFB">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026232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0C20065F"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7E157D71" w14:textId="36C0F04C" w:rsidR="003E1B2C" w:rsidRDefault="003E1B2C" w:rsidP="003E1B2C">
      <w:pPr>
        <w:pStyle w:val="Text1-1"/>
        <w:spacing w:after="0"/>
      </w:pPr>
      <w:r w:rsidRPr="003E1B2C">
        <w:lastRenderedPageBreak/>
        <w:t xml:space="preserve">Zadavatel nesděluje výši předpokládané hodnoty veřejné zakázky. Zadavatel stanovuje závaznou zadávací podmínku tak, že částka </w:t>
      </w:r>
      <w:r w:rsidRPr="003E1B2C">
        <w:rPr>
          <w:b/>
          <w:bCs/>
        </w:rPr>
        <w:t>71 353 858 Kč</w:t>
      </w:r>
      <w:r w:rsidRPr="003E1B2C">
        <w:t xml:space="preserve">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F0F4BF1" w:rsidR="0035531B" w:rsidRDefault="00FD39DE" w:rsidP="00F735E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468CBF4" w14:textId="10003727" w:rsidR="00DD73BA" w:rsidRPr="00DD73BA" w:rsidRDefault="00FD39DE" w:rsidP="00DD73BA">
      <w:pPr>
        <w:pStyle w:val="Text1-1"/>
      </w:pPr>
      <w:r w:rsidRPr="008513D8">
        <w:t>Zadavatel sděluje, že následující části zadávací dokumentace vypracovala osoba odlišná</w:t>
      </w:r>
      <w:r w:rsidRPr="00FD39DE">
        <w:t xml:space="preserve"> od zadavatele, a to: </w:t>
      </w:r>
      <w:r w:rsidR="00DD73BA" w:rsidRPr="00DD73BA">
        <w:t xml:space="preserve">Projektová dokumentace „Sanace tělesa železničního spodku na trati Varnsdorf – </w:t>
      </w:r>
      <w:proofErr w:type="spellStart"/>
      <w:r w:rsidR="00DD73BA" w:rsidRPr="00DD73BA">
        <w:t>Seifhennersdorf</w:t>
      </w:r>
      <w:proofErr w:type="spellEnd"/>
      <w:r w:rsidR="00DD73BA" w:rsidRPr="00DD73BA">
        <w:t xml:space="preserve"> (DB) v km 12,288 – 12,7“, zpracovatel DIPONT s.r.o.</w:t>
      </w:r>
      <w:r w:rsidR="00DD73BA">
        <w:t xml:space="preserve">, </w:t>
      </w:r>
      <w:r w:rsidR="00150BE2" w:rsidRPr="00150BE2">
        <w:t>Klíšská 1432/18, 400 01</w:t>
      </w:r>
      <w:r w:rsidR="00150BE2">
        <w:t xml:space="preserve"> </w:t>
      </w:r>
      <w:r w:rsidR="00150BE2" w:rsidRPr="00150BE2">
        <w:t xml:space="preserve">Ústí nad </w:t>
      </w:r>
      <w:proofErr w:type="gramStart"/>
      <w:r w:rsidR="00150BE2" w:rsidRPr="00150BE2">
        <w:t>Labem - Ústí</w:t>
      </w:r>
      <w:proofErr w:type="gramEnd"/>
      <w:r w:rsidR="00150BE2" w:rsidRPr="00150BE2">
        <w:t xml:space="preserve"> nad Labem-centrum</w:t>
      </w:r>
      <w:r w:rsidR="00150BE2">
        <w:t xml:space="preserve">, </w:t>
      </w:r>
      <w:r w:rsidR="00DD73BA">
        <w:t>IČO:</w:t>
      </w:r>
      <w:r w:rsidR="00DD73BA" w:rsidRPr="00DD73BA">
        <w:t xml:space="preserve"> 28693094, datum 12/2022.</w:t>
      </w:r>
    </w:p>
    <w:p w14:paraId="1373219E" w14:textId="536543DB" w:rsidR="00FD39DE" w:rsidRDefault="00FD39DE" w:rsidP="00F1215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614EF92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F735E7">
        <w:rPr>
          <w:b/>
        </w:rPr>
        <w:t xml:space="preserve">6 pracovních dnů </w:t>
      </w:r>
      <w:r w:rsidRPr="00FD39DE">
        <w:t>před uplynutím lhůty pro podání nabídek</w:t>
      </w:r>
      <w:r w:rsidR="00693188">
        <w:t>, jinak zadavatel není povinen vysvětlení poskytnout</w:t>
      </w:r>
      <w:r w:rsidRPr="00FD39DE">
        <w:t>.</w:t>
      </w:r>
    </w:p>
    <w:p w14:paraId="04E7F2E9" w14:textId="3381C4E0" w:rsidR="0035531B" w:rsidRDefault="00FD39DE" w:rsidP="00FD39DE">
      <w:pPr>
        <w:pStyle w:val="Text1-1"/>
      </w:pPr>
      <w:r w:rsidRPr="00FD39DE">
        <w:t xml:space="preserve">Zadavatel poskytne vysvětlení zadávací dokumentace nejpozději </w:t>
      </w:r>
      <w:r w:rsidRPr="00F735E7">
        <w:t xml:space="preserve">do </w:t>
      </w:r>
      <w:r w:rsidR="00B07880" w:rsidRPr="00F735E7">
        <w:t xml:space="preserve">3 </w:t>
      </w:r>
      <w:r w:rsidRPr="00F735E7">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w:t>
      </w:r>
      <w:r w:rsidR="00693188" w:rsidRPr="00F735E7">
        <w:t xml:space="preserve">ě </w:t>
      </w:r>
      <w:r w:rsidR="00CE5F6A" w:rsidRPr="00F735E7">
        <w:t>3</w:t>
      </w:r>
      <w:r w:rsidR="00693188" w:rsidRPr="00F735E7">
        <w:t xml:space="preserve"> pracovní</w:t>
      </w:r>
      <w:r w:rsidR="00693188">
        <w:t xml:space="preserve"> dny před uplynutím lhůty pro podání nabídek.</w:t>
      </w:r>
    </w:p>
    <w:p w14:paraId="33849454" w14:textId="061F0C7B" w:rsidR="0035531B" w:rsidRDefault="00FD39DE" w:rsidP="00F735E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F735E7">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B3ED4C1" w14:textId="2254A752" w:rsidR="0035531B" w:rsidRPr="00F735E7" w:rsidRDefault="00F735E7" w:rsidP="00CC4380">
      <w:pPr>
        <w:pStyle w:val="Odrka1-2-"/>
      </w:pPr>
      <w:r w:rsidRPr="00F735E7">
        <w:t>Provádění staveb, jejich změn, odstraňování</w:t>
      </w:r>
      <w:r w:rsidR="00A816C0">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F735E7" w:rsidRDefault="00344A9C" w:rsidP="00344A9C">
      <w:pPr>
        <w:pStyle w:val="Odrka1-1"/>
        <w:numPr>
          <w:ilvl w:val="0"/>
          <w:numId w:val="0"/>
        </w:numPr>
        <w:ind w:left="1190" w:firstLine="341"/>
        <w:rPr>
          <w:b/>
        </w:rPr>
      </w:pPr>
      <w:r w:rsidRPr="00F735E7">
        <w:rPr>
          <w:b/>
        </w:rPr>
        <w:t xml:space="preserve">b) </w:t>
      </w:r>
      <w:r w:rsidRPr="00F735E7">
        <w:t>dopravní stavby</w:t>
      </w:r>
    </w:p>
    <w:p w14:paraId="24972CBD" w14:textId="0548231F" w:rsidR="00344A9C" w:rsidRPr="00F735E7" w:rsidRDefault="00F735E7" w:rsidP="00344A9C">
      <w:pPr>
        <w:pStyle w:val="Odrka1-1"/>
        <w:numPr>
          <w:ilvl w:val="0"/>
          <w:numId w:val="0"/>
        </w:numPr>
        <w:ind w:left="1190" w:firstLine="341"/>
        <w:rPr>
          <w:b/>
        </w:rPr>
      </w:pPr>
      <w:r w:rsidRPr="00F735E7">
        <w:rPr>
          <w:b/>
        </w:rPr>
        <w:t>i</w:t>
      </w:r>
      <w:r w:rsidR="00344A9C" w:rsidRPr="00F735E7">
        <w:rPr>
          <w:b/>
        </w:rPr>
        <w:t xml:space="preserve">) </w:t>
      </w:r>
      <w:r w:rsidRPr="00F735E7">
        <w:t>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4DA02C2"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2F77D1">
        <w:t>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2F77D1">
        <w:t>5</w:t>
      </w:r>
      <w:r>
        <w:t xml:space="preserve"> let před zahájením výběrového řízení (dále jako „</w:t>
      </w:r>
      <w:r w:rsidRPr="00F95A2C">
        <w:rPr>
          <w:b/>
        </w:rPr>
        <w:t>stavební práce</w:t>
      </w:r>
      <w:r>
        <w:t xml:space="preserve">“). </w:t>
      </w:r>
    </w:p>
    <w:p w14:paraId="3D4CF4EA" w14:textId="6466FD6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2F77D1">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2F77D1" w:rsidRPr="00DD73BA">
        <w:rPr>
          <w:b/>
          <w:bCs/>
        </w:rPr>
        <w:t>71 000 000</w:t>
      </w:r>
      <w: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Pr="006C73A4">
        <w:t>novostavba</w:t>
      </w:r>
      <w:r w:rsidR="005B3472" w:rsidRPr="006C73A4">
        <w:t>, rekonstrukce či oprava</w:t>
      </w:r>
      <w:r w:rsidRPr="006C73A4">
        <w:t xml:space="preserve"> železničního svršku a spodku</w:t>
      </w:r>
      <w:r w:rsidRPr="00930B76">
        <w:t xml:space="preserve">, přičemž celková hodnota alespoň jedné provedené stavební práce musí, včetně případných poddodávek, činit alespoň </w:t>
      </w:r>
      <w:r w:rsidR="006C73A4" w:rsidRPr="00DD73BA">
        <w:rPr>
          <w:b/>
          <w:bCs/>
        </w:rPr>
        <w:t>35 500 000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38DFD4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6C73A4">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6C73A4">
        <w:t xml:space="preserve">5 let před zahájením výběrového řízení. Dokončením se u stavebních prací </w:t>
      </w:r>
      <w:r w:rsidR="0087311C" w:rsidRPr="006C73A4">
        <w:t xml:space="preserve">pro účely prokázání technické kvalifikace v tomto výběrovém řízení </w:t>
      </w:r>
      <w:r w:rsidRPr="006C73A4">
        <w:t xml:space="preserve">rozumí </w:t>
      </w:r>
      <w:r w:rsidR="000E15C8" w:rsidRPr="006C73A4">
        <w:t xml:space="preserve">i </w:t>
      </w:r>
      <w:r w:rsidRPr="006C73A4">
        <w:t>uvedení díla</w:t>
      </w:r>
      <w:r w:rsidR="000E15C8" w:rsidRPr="006C73A4">
        <w:t>, resp. poslední části</w:t>
      </w:r>
      <w:r w:rsidR="00560665" w:rsidRPr="006C73A4">
        <w:t xml:space="preserve"> stavební práce</w:t>
      </w:r>
      <w:r w:rsidR="000E15C8" w:rsidRPr="006C73A4">
        <w:t>,</w:t>
      </w:r>
      <w:r w:rsidRPr="006C73A4">
        <w:t xml:space="preserve"> alespoň do zkušebního provozu. Zadavatel nicméně za dílo dokončené v období </w:t>
      </w:r>
      <w:r w:rsidRPr="006C73A4">
        <w:lastRenderedPageBreak/>
        <w:t>posledních 5 let bude považovat též dílo, které v tomto období bylo dokončeno jako celek, tj. včetně plnění navazujících na zkušební provoz, např.</w:t>
      </w:r>
      <w:r w:rsidRPr="00AF4A09">
        <w:t xml:space="preserve">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90FAA9B"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w:t>
      </w:r>
      <w:r w:rsidRPr="002E3536">
        <w:t>,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2E3536">
        <w:t xml:space="preserve"> praxe</w:t>
      </w:r>
      <w:r w:rsidRPr="002E3536">
        <w:t xml:space="preserve"> jednou osobou a pomocí jiné osoby odborná způsobilost. </w:t>
      </w:r>
      <w:r w:rsidR="000C3CD6" w:rsidRPr="002E3536">
        <w:t xml:space="preserve">I v případě, že bude kvalifikace jednotlivých členů odborného personálu </w:t>
      </w:r>
      <w:r w:rsidR="00A256E5" w:rsidRPr="002E3536">
        <w:t xml:space="preserve">v plném rozsahu </w:t>
      </w:r>
      <w:r w:rsidR="000C3CD6" w:rsidRPr="002E3536">
        <w:t>prokázána samostatně více fyzickými osobami, může být ve smlouvě uvedena, na příslušné pozici člena odborného personálu pouze jedna fyzická osoba. Tuto osobu j</w:t>
      </w:r>
      <w:r w:rsidR="000C3CD6">
        <w:t xml:space="preserve">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6EA7D756" w:rsidR="0035531B" w:rsidRPr="002F77D1" w:rsidRDefault="0035531B" w:rsidP="00ED4E75">
      <w:pPr>
        <w:pStyle w:val="Odstavec1-1a"/>
        <w:numPr>
          <w:ilvl w:val="0"/>
          <w:numId w:val="22"/>
        </w:numPr>
        <w:rPr>
          <w:rStyle w:val="Tun9b"/>
        </w:rPr>
      </w:pPr>
      <w:r w:rsidRPr="002F77D1">
        <w:rPr>
          <w:rStyle w:val="Tun9b"/>
        </w:rPr>
        <w:t>stavbyvedoucí</w:t>
      </w:r>
    </w:p>
    <w:p w14:paraId="5D013D3E" w14:textId="77777777" w:rsidR="0035531B" w:rsidRPr="002F77D1" w:rsidRDefault="0035531B" w:rsidP="00930B79">
      <w:pPr>
        <w:pStyle w:val="Odrka1-2-"/>
      </w:pPr>
      <w:r w:rsidRPr="002F77D1">
        <w:t>nejméně 5 let praxe</w:t>
      </w:r>
      <w:r w:rsidR="00092CC9" w:rsidRPr="002F77D1">
        <w:t xml:space="preserve"> v </w:t>
      </w:r>
      <w:r w:rsidRPr="002F77D1">
        <w:t xml:space="preserve">řízení provádění staveb železničních drah; </w:t>
      </w:r>
    </w:p>
    <w:p w14:paraId="13976A36" w14:textId="30AC3AAF" w:rsidR="0035531B" w:rsidRPr="002F77D1" w:rsidRDefault="00AF4A09" w:rsidP="00AF4A09">
      <w:pPr>
        <w:pStyle w:val="Odrka1-2-"/>
      </w:pPr>
      <w:r w:rsidRPr="002F77D1">
        <w:t xml:space="preserve">zkušenost s řízením realizace alespoň jedné zakázky </w:t>
      </w:r>
      <w:r w:rsidR="00642162" w:rsidRPr="002F77D1">
        <w:t>na stavební práce, jež zahrnovala novostavbu, rekonstrukci nebo opravu</w:t>
      </w:r>
      <w:r w:rsidRPr="002F77D1">
        <w:t xml:space="preserve"> stavby železničních drah v hodnotě nejméně </w:t>
      </w:r>
      <w:r w:rsidR="00234DF2" w:rsidRPr="00BF77E9">
        <w:rPr>
          <w:b/>
        </w:rPr>
        <w:t>35 500 000</w:t>
      </w:r>
      <w:r w:rsidRPr="002F77D1">
        <w:t xml:space="preserve"> </w:t>
      </w:r>
      <w:r w:rsidRPr="002F77D1">
        <w:rPr>
          <w:b/>
        </w:rPr>
        <w:t xml:space="preserve">Kč </w:t>
      </w:r>
      <w:r w:rsidRPr="002F77D1">
        <w:t xml:space="preserve">bez DPH, a to v posledních 10 letech před zahájením výběrového řízení; </w:t>
      </w:r>
    </w:p>
    <w:p w14:paraId="32D268AB" w14:textId="64947A12" w:rsidR="0035531B" w:rsidRPr="002F77D1" w:rsidRDefault="0035531B" w:rsidP="00AD1771">
      <w:pPr>
        <w:pStyle w:val="Odrka1-2-"/>
      </w:pPr>
      <w:r w:rsidRPr="002F77D1">
        <w:t>musí předložit doklad</w:t>
      </w:r>
      <w:r w:rsidR="00092CC9" w:rsidRPr="002F77D1">
        <w:t xml:space="preserve"> o </w:t>
      </w:r>
      <w:r w:rsidRPr="002F77D1">
        <w:t>autorizaci</w:t>
      </w:r>
      <w:r w:rsidR="00092CC9" w:rsidRPr="002F77D1">
        <w:t xml:space="preserve"> v </w:t>
      </w:r>
      <w:r w:rsidRPr="002F77D1">
        <w:t xml:space="preserve">rozsahu dle § 5 odst. 3 písm. b) </w:t>
      </w:r>
      <w:r w:rsidR="007476A8" w:rsidRPr="002F77D1">
        <w:t xml:space="preserve">autorizačního </w:t>
      </w:r>
      <w:r w:rsidRPr="002F77D1">
        <w:t>zákona, tedy</w:t>
      </w:r>
      <w:r w:rsidR="00092CC9" w:rsidRPr="002F77D1">
        <w:t xml:space="preserve"> v </w:t>
      </w:r>
      <w:r w:rsidRPr="002F77D1">
        <w:t>oboru dopravní stavby;</w:t>
      </w:r>
    </w:p>
    <w:p w14:paraId="6BFB38C9" w14:textId="77777777" w:rsidR="0035531B" w:rsidRPr="002F77D1" w:rsidRDefault="0035531B" w:rsidP="00930B79">
      <w:pPr>
        <w:pStyle w:val="Odstavec1-1a"/>
        <w:rPr>
          <w:rStyle w:val="Tun9b"/>
        </w:rPr>
      </w:pPr>
      <w:r w:rsidRPr="002F77D1">
        <w:rPr>
          <w:rStyle w:val="Tun9b"/>
        </w:rPr>
        <w:t>specialista (vedoucí prací) na železniční svršek</w:t>
      </w:r>
      <w:r w:rsidR="00AF4A09" w:rsidRPr="002F77D1">
        <w:rPr>
          <w:rStyle w:val="Tun9b"/>
        </w:rPr>
        <w:t xml:space="preserve"> a spodek</w:t>
      </w:r>
      <w:r w:rsidRPr="002F77D1">
        <w:rPr>
          <w:rStyle w:val="Tun9b"/>
        </w:rPr>
        <w:t xml:space="preserve"> </w:t>
      </w:r>
    </w:p>
    <w:p w14:paraId="42239763" w14:textId="2E7E3560" w:rsidR="0035531B" w:rsidRPr="002F77D1" w:rsidRDefault="0035531B" w:rsidP="00234DF2">
      <w:pPr>
        <w:pStyle w:val="Odrka1-2-"/>
      </w:pPr>
      <w:r w:rsidRPr="002F77D1">
        <w:t>nejméně 5 let praxe</w:t>
      </w:r>
      <w:r w:rsidR="00092CC9" w:rsidRPr="002F77D1">
        <w:t xml:space="preserve"> v </w:t>
      </w:r>
      <w:r w:rsidRPr="002F77D1">
        <w:t xml:space="preserve">oboru své specializace </w:t>
      </w:r>
      <w:r w:rsidR="00B07880" w:rsidRPr="002F77D1">
        <w:t xml:space="preserve">(železniční svršek a spodek) </w:t>
      </w:r>
      <w:r w:rsidRPr="002F77D1">
        <w:t>při provádění staveb;</w:t>
      </w:r>
    </w:p>
    <w:p w14:paraId="2AE48AB7" w14:textId="77777777" w:rsidR="0035531B" w:rsidRPr="002F77D1" w:rsidRDefault="0035531B" w:rsidP="008B2021">
      <w:pPr>
        <w:pStyle w:val="Odstavec1-1a"/>
        <w:rPr>
          <w:b/>
        </w:rPr>
      </w:pPr>
      <w:r w:rsidRPr="002F77D1">
        <w:rPr>
          <w:b/>
        </w:rPr>
        <w:t>specialista (vedoucí prací) na mosty</w:t>
      </w:r>
      <w:r w:rsidR="00845C50" w:rsidRPr="002F77D1">
        <w:rPr>
          <w:b/>
        </w:rPr>
        <w:t xml:space="preserve"> a </w:t>
      </w:r>
      <w:r w:rsidRPr="002F77D1">
        <w:rPr>
          <w:b/>
        </w:rPr>
        <w:t>inženýrské konstrukce</w:t>
      </w:r>
    </w:p>
    <w:p w14:paraId="4F15131C" w14:textId="6F6684D7" w:rsidR="0035531B" w:rsidRPr="002F77D1" w:rsidRDefault="0035531B" w:rsidP="008B2021">
      <w:pPr>
        <w:pStyle w:val="Odrka1-2-"/>
      </w:pPr>
      <w:r w:rsidRPr="002F77D1">
        <w:t xml:space="preserve">nejméně </w:t>
      </w:r>
      <w:r w:rsidR="00234DF2" w:rsidRPr="002F77D1">
        <w:t>3</w:t>
      </w:r>
      <w:r w:rsidRPr="002F77D1">
        <w:t xml:space="preserve"> </w:t>
      </w:r>
      <w:r w:rsidR="00234DF2" w:rsidRPr="002F77D1">
        <w:t>léta</w:t>
      </w:r>
      <w:r w:rsidRPr="002F77D1">
        <w:t xml:space="preserve"> praxe</w:t>
      </w:r>
      <w:r w:rsidR="00092CC9" w:rsidRPr="002F77D1">
        <w:t xml:space="preserve"> v </w:t>
      </w:r>
      <w:r w:rsidRPr="002F77D1">
        <w:t xml:space="preserve">oboru své specializace </w:t>
      </w:r>
      <w:r w:rsidR="00B07880" w:rsidRPr="002F77D1">
        <w:t xml:space="preserve">(mosty a inženýrské konstrukce) </w:t>
      </w:r>
      <w:r w:rsidRPr="002F77D1">
        <w:t>při provádění staveb;</w:t>
      </w:r>
    </w:p>
    <w:p w14:paraId="3EB49A7A" w14:textId="77777777" w:rsidR="0035531B" w:rsidRPr="002F77D1" w:rsidRDefault="0035531B" w:rsidP="008B2021">
      <w:pPr>
        <w:pStyle w:val="Odstavec1-1a"/>
        <w:rPr>
          <w:rStyle w:val="Tun9b"/>
        </w:rPr>
      </w:pPr>
      <w:r w:rsidRPr="002F77D1">
        <w:rPr>
          <w:rStyle w:val="Tun9b"/>
        </w:rPr>
        <w:t>specialista (vedoucí prací) na geotechniku</w:t>
      </w:r>
    </w:p>
    <w:p w14:paraId="0CE46F73" w14:textId="77777777" w:rsidR="0035531B" w:rsidRPr="002F77D1" w:rsidRDefault="0035531B" w:rsidP="008B2021">
      <w:pPr>
        <w:pStyle w:val="Odrka1-2-"/>
      </w:pPr>
      <w:r w:rsidRPr="002F77D1">
        <w:t>nejméně 5 let praxe</w:t>
      </w:r>
      <w:r w:rsidR="00092CC9" w:rsidRPr="002F77D1">
        <w:t xml:space="preserve"> v </w:t>
      </w:r>
      <w:r w:rsidRPr="002F77D1">
        <w:t xml:space="preserve">oboru své specializace </w:t>
      </w:r>
      <w:r w:rsidR="00B07880" w:rsidRPr="002F77D1">
        <w:t xml:space="preserve">(geotechnika) </w:t>
      </w:r>
      <w:r w:rsidRPr="002F77D1">
        <w:t>při provádění staveb;</w:t>
      </w:r>
    </w:p>
    <w:p w14:paraId="329438AA" w14:textId="62266C3A" w:rsidR="0035531B" w:rsidRPr="002F77D1" w:rsidRDefault="0035531B" w:rsidP="0035531B">
      <w:pPr>
        <w:pStyle w:val="Odrka1-2-"/>
      </w:pPr>
      <w:r w:rsidRPr="002F77D1">
        <w:t>musí předložit doklad</w:t>
      </w:r>
      <w:r w:rsidR="00092CC9" w:rsidRPr="002F77D1">
        <w:t xml:space="preserve"> o </w:t>
      </w:r>
      <w:r w:rsidRPr="002F77D1">
        <w:t>autorizaci</w:t>
      </w:r>
      <w:r w:rsidR="00092CC9" w:rsidRPr="002F77D1">
        <w:t xml:space="preserve"> v </w:t>
      </w:r>
      <w:r w:rsidRPr="002F77D1">
        <w:t>rozsahu dle § 5 odst. 3 písm. i) autorizačního zákona, tedy</w:t>
      </w:r>
      <w:r w:rsidR="00092CC9" w:rsidRPr="002F77D1">
        <w:t xml:space="preserve"> v </w:t>
      </w:r>
      <w:r w:rsidRPr="002F77D1">
        <w:t>oboru geotechnika;</w:t>
      </w:r>
    </w:p>
    <w:p w14:paraId="423DBD67" w14:textId="77777777" w:rsidR="0035531B" w:rsidRPr="002F77D1" w:rsidRDefault="0035531B" w:rsidP="008B2021">
      <w:pPr>
        <w:pStyle w:val="Odstavec1-1a"/>
        <w:rPr>
          <w:rStyle w:val="Tun9b"/>
        </w:rPr>
      </w:pPr>
      <w:r w:rsidRPr="002F77D1">
        <w:rPr>
          <w:rStyle w:val="Tun9b"/>
        </w:rPr>
        <w:t>osoba odpovědná za bezpečnost</w:t>
      </w:r>
      <w:r w:rsidR="00845C50" w:rsidRPr="002F77D1">
        <w:rPr>
          <w:rStyle w:val="Tun9b"/>
        </w:rPr>
        <w:t xml:space="preserve"> a </w:t>
      </w:r>
      <w:r w:rsidRPr="002F77D1">
        <w:rPr>
          <w:rStyle w:val="Tun9b"/>
        </w:rPr>
        <w:t>ochranu zdraví při práci</w:t>
      </w:r>
    </w:p>
    <w:p w14:paraId="42D38D07" w14:textId="7780980E" w:rsidR="0035531B" w:rsidRPr="002F77D1" w:rsidRDefault="0035531B" w:rsidP="008B2021">
      <w:pPr>
        <w:pStyle w:val="Odrka1-2-"/>
      </w:pPr>
      <w:r w:rsidRPr="002F77D1">
        <w:t>nejméně 5 let praxe</w:t>
      </w:r>
      <w:r w:rsidR="00092CC9" w:rsidRPr="002F77D1">
        <w:t xml:space="preserve"> v </w:t>
      </w:r>
      <w:r w:rsidRPr="002F77D1">
        <w:t>oboru bezpečnosti</w:t>
      </w:r>
      <w:r w:rsidR="00845C50" w:rsidRPr="002F77D1">
        <w:t xml:space="preserve"> a </w:t>
      </w:r>
      <w:r w:rsidR="00BF77E9">
        <w:t>ochrany zdraví při práci.</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87447F6"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w:t>
      </w:r>
      <w:r w:rsidR="000D0DE7">
        <w:lastRenderedPageBreak/>
        <w:t>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006CD08A" w:rsidR="0035531B" w:rsidRDefault="0075753F" w:rsidP="0006499F">
      <w:pPr>
        <w:pStyle w:val="Textbezslovn"/>
      </w:pPr>
      <w:r w:rsidRPr="0075753F">
        <w:t>Nepožaduje se.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lastRenderedPageBreak/>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lastRenderedPageBreak/>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 xml:space="preserve">Jiná osoba prokazuje základní způsobilost a profesní </w:t>
      </w:r>
      <w:r w:rsidR="006023D7">
        <w:lastRenderedPageBreak/>
        <w:t>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FF97E62"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026232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40F7FD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Zhotovitel je povinen předložit Harmonogram postupu prací respektující předpokládaný termín </w:t>
      </w:r>
      <w:r>
        <w:lastRenderedPageBreak/>
        <w:t>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Pr="008E77F2"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3BF2D0" w14:textId="77777777" w:rsidR="008E77F2" w:rsidRDefault="008E77F2" w:rsidP="008E77F2">
      <w:pPr>
        <w:pStyle w:val="Odrka1-1"/>
        <w:numPr>
          <w:ilvl w:val="0"/>
          <w:numId w:val="0"/>
        </w:numPr>
        <w:ind w:left="1077"/>
        <w:rPr>
          <w:b/>
        </w:rPr>
      </w:pPr>
    </w:p>
    <w:p w14:paraId="1E498806" w14:textId="77777777" w:rsidR="008E77F2" w:rsidRDefault="008E77F2" w:rsidP="008E77F2">
      <w:pPr>
        <w:pStyle w:val="Odrka1-1"/>
        <w:numPr>
          <w:ilvl w:val="0"/>
          <w:numId w:val="0"/>
        </w:numPr>
        <w:ind w:left="1077"/>
      </w:pP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026232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0262328"/>
      <w:r>
        <w:lastRenderedPageBreak/>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026232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75753F">
        <w:rPr>
          <w:rFonts w:cs="Arial"/>
          <w:b/>
        </w:rPr>
        <w:t>Nabídky lze podat v termínu, který je uveden na profilu zadavatele:</w:t>
      </w:r>
      <w:r w:rsidRPr="0075753F">
        <w:rPr>
          <w:rFonts w:cs="Arial"/>
        </w:rPr>
        <w:t xml:space="preserve"> </w:t>
      </w:r>
      <w:hyperlink r:id="rId20" w:history="1">
        <w:r w:rsidRPr="0075753F">
          <w:rPr>
            <w:rStyle w:val="Hypertextovodkaz"/>
            <w:rFonts w:cs="Arial"/>
            <w:b/>
            <w:bCs/>
            <w:lang w:eastAsia="cs-CZ"/>
          </w:rPr>
          <w:t>https://zakazky.spravazeleznic.cz/</w:t>
        </w:r>
      </w:hyperlink>
      <w:r w:rsidRPr="0075753F">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46C14732" w:rsidR="003A0E3D" w:rsidRDefault="003A0E3D" w:rsidP="0075753F">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dat dle datového předpisu </w:t>
      </w:r>
      <w:r w:rsidR="0003198B" w:rsidRPr="0075753F">
        <w:t>XDC (popis datového předpisu viz</w:t>
      </w:r>
      <w:r w:rsidR="00BF2A73" w:rsidRPr="0075753F">
        <w:rPr>
          <w:rStyle w:val="Hypertextovodkaz"/>
          <w:noProof w:val="0"/>
        </w:rPr>
        <w:t xml:space="preserve"> </w:t>
      </w:r>
      <w:hyperlink r:id="rId22" w:history="1">
        <w:r w:rsidR="009A23F0" w:rsidRPr="0075753F">
          <w:rPr>
            <w:rStyle w:val="Hypertextovodkaz"/>
            <w:noProof w:val="0"/>
          </w:rPr>
          <w:t>https://xdc.spravazeleznic.cz</w:t>
        </w:r>
      </w:hyperlink>
      <w:r w:rsidR="0003198B" w:rsidRPr="0075753F">
        <w:t>)</w:t>
      </w:r>
      <w:r w:rsidRPr="00324AE8">
        <w:t xml:space="preserve">. </w:t>
      </w:r>
      <w:r w:rsidRPr="0075753F">
        <w:rPr>
          <w:b/>
        </w:rPr>
        <w:t xml:space="preserve">Oceněný Soupis prací bude dodavatelem v nabídce předložen pouze ve formátu XML (datový předpis </w:t>
      </w:r>
      <w:r w:rsidR="0003198B" w:rsidRPr="0075753F">
        <w:rPr>
          <w:b/>
        </w:rPr>
        <w:t>XDC</w:t>
      </w:r>
      <w:r w:rsidR="00BB0379" w:rsidRPr="0075753F">
        <w:rPr>
          <w:b/>
        </w:rPr>
        <w:t>)</w:t>
      </w:r>
      <w:r w:rsidRPr="0075753F">
        <w:rPr>
          <w:b/>
        </w:rPr>
        <w:t>.</w:t>
      </w:r>
      <w:r w:rsidRPr="0075753F">
        <w:t xml:space="preserve"> V případě</w:t>
      </w:r>
      <w:r w:rsidRPr="00324AE8">
        <w:t xml:space="preserve"> změn a doplnění zadávací dokumentace budou </w:t>
      </w:r>
      <w:r w:rsidRPr="0075753F">
        <w:t xml:space="preserve">případné změny či úpravy Soupisu prací zadavatelem </w:t>
      </w:r>
      <w:r w:rsidRPr="0075753F">
        <w:lastRenderedPageBreak/>
        <w:t xml:space="preserve">prováděny ve formátu XML </w:t>
      </w:r>
      <w:r w:rsidRPr="0075753F">
        <w:rPr>
          <w:rFonts w:ascii="Verdana" w:hAnsi="Verdana"/>
        </w:rPr>
        <w:t xml:space="preserve">a </w:t>
      </w:r>
      <w:r w:rsidR="0003198B" w:rsidRPr="0075753F">
        <w:rPr>
          <w:rFonts w:ascii="Verdana" w:hAnsi="Verdana"/>
        </w:rPr>
        <w:t>XLSX</w:t>
      </w:r>
      <w:r w:rsidRPr="0075753F">
        <w:t xml:space="preserve">.  Soupis prací ve formátu XML (datový předpis </w:t>
      </w:r>
      <w:r w:rsidR="0003198B" w:rsidRPr="0075753F">
        <w:t>XDC</w:t>
      </w:r>
      <w:r w:rsidR="00BB0379" w:rsidRPr="0075753F">
        <w:t>)</w:t>
      </w:r>
      <w:r w:rsidR="00485EAD" w:rsidRPr="0075753F">
        <w:t xml:space="preserve"> </w:t>
      </w:r>
      <w:r w:rsidRPr="0075753F">
        <w:t xml:space="preserve">může dodavatel také vyplnit v modulu pro ocenění nabídkové ceny na zabezpečeném serveru </w:t>
      </w:r>
      <w:hyperlink r:id="rId23" w:history="1">
        <w:r w:rsidR="009A23F0" w:rsidRPr="0075753F">
          <w:rPr>
            <w:rStyle w:val="Hypertextovodkaz"/>
            <w:noProof w:val="0"/>
          </w:rPr>
          <w:t>https://xdc.spravazeleznic.cz</w:t>
        </w:r>
      </w:hyperlink>
      <w:r w:rsidR="0003198B" w:rsidRPr="0075753F">
        <w:rPr>
          <w:rStyle w:val="Hypertextovodkaz"/>
          <w:noProof w:val="0"/>
        </w:rPr>
        <w:t>/</w:t>
      </w:r>
      <w:r w:rsidRPr="0075753F">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FC0F65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13FF893" w:rsidR="0035531B" w:rsidRDefault="00695DAA" w:rsidP="00695DAA">
      <w:pPr>
        <w:pStyle w:val="Odrka1-1"/>
      </w:pPr>
      <w:r>
        <w:t xml:space="preserve">Oceněný Soupis prací </w:t>
      </w:r>
      <w:r w:rsidR="00BB0379">
        <w:t>obsažený</w:t>
      </w:r>
      <w:r>
        <w:t xml:space="preserve"> v Dílu 4 zadávací dokumentace</w:t>
      </w:r>
      <w:r w:rsidR="00EE427E">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026233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C4E67A7" w14:textId="7061901E" w:rsidR="003E1B2C" w:rsidRDefault="003E1B2C" w:rsidP="003E1B2C">
      <w:pPr>
        <w:pStyle w:val="Text1-1"/>
      </w:pPr>
      <w:r w:rsidRPr="003E1B2C">
        <w:t xml:space="preserve">Zadavatel stanovuje závaznou zadávací podmínku tak, že částka </w:t>
      </w:r>
      <w:r w:rsidRPr="003E1B2C">
        <w:rPr>
          <w:b/>
          <w:bCs/>
        </w:rPr>
        <w:t>71 353 858</w:t>
      </w:r>
      <w:r w:rsidRPr="003E1B2C">
        <w:t xml:space="preserve"> </w:t>
      </w:r>
      <w:r w:rsidRPr="003E1B2C">
        <w:rPr>
          <w:b/>
          <w:bCs/>
        </w:rPr>
        <w:t>Kč</w:t>
      </w:r>
      <w:r w:rsidRPr="003E1B2C">
        <w:t xml:space="preserve"> je nejvyšší přípustnou nabídkovou cenou (bez DPH), a to pod sankcí vyloučení z další účasti ve výběrovém řízení.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5026233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w:t>
      </w:r>
      <w:r w:rsidRPr="004C086E">
        <w:lastRenderedPageBreak/>
        <w:t>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4900DC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w:t>
      </w:r>
      <w:r w:rsidRPr="00EE427E">
        <w:t xml:space="preserve">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EE427E">
        <w:t xml:space="preserve">či pojistné </w:t>
      </w:r>
      <w:r w:rsidRPr="00EE427E">
        <w:t>záruky k zajištění plnění Smlouvy (</w:t>
      </w:r>
      <w:r w:rsidR="00C01E17" w:rsidRPr="00EE427E">
        <w:t>Bankovní záruka za provedení Díla a Pojistná záruka za provedení Díla</w:t>
      </w:r>
      <w:r w:rsidRPr="00EE427E">
        <w:t>).</w:t>
      </w:r>
      <w:r w:rsidRPr="004C086E">
        <w:t xml:space="preserve">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026233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026233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w:t>
      </w:r>
      <w:r w:rsidRPr="004C086E">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lastRenderedPageBreak/>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026233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026233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5789A7C2" w:rsidR="0035531B" w:rsidRDefault="003E1B2C" w:rsidP="007B3D4D">
      <w:pPr>
        <w:pStyle w:val="Text1-1"/>
      </w:pPr>
      <w:r w:rsidRPr="003E1B2C">
        <w:t>Zadavatel si mimo jiné vyhrazuje právo zrušit výběrové řízení v případě, že k hodnocení připadnou pouze nabídky s nabídkovou cenou převyšující nejvyšší přípustnou nabídkovou cenu uvedenou v čl. 5.3 této Výzvy.</w:t>
      </w:r>
    </w:p>
    <w:p w14:paraId="04351B14" w14:textId="356D843A"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5026233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40EC96A"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EE427E">
        <w:t xml:space="preserve">v článku 19.3, resp. v článku 19.4 </w:t>
      </w:r>
      <w:r w:rsidR="005909AC" w:rsidRPr="00EE427E">
        <w:t xml:space="preserve">až </w:t>
      </w:r>
      <w:r w:rsidR="007A2277" w:rsidRPr="00EE427E">
        <w:t>19.9</w:t>
      </w:r>
      <w:r w:rsidR="005909AC">
        <w:t xml:space="preserve"> </w:t>
      </w:r>
      <w:r w:rsidRPr="007B3D4D">
        <w:t>Výzvy</w:t>
      </w:r>
      <w:r w:rsidR="002952C6">
        <w:t>, dopadají-li na vybraného dodavatele.</w:t>
      </w:r>
      <w:r w:rsidR="00EE427E">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w:t>
      </w:r>
      <w:r w:rsidRPr="007B3D4D">
        <w:lastRenderedPageBreak/>
        <w:t xml:space="preserve">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6651AFA9"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487A973F"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AC5A03">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5304B3E"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5026233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026233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229F5E6C" w:rsidR="00840ED6" w:rsidRDefault="004F6CAF" w:rsidP="00840ED6">
      <w:pPr>
        <w:pStyle w:val="Odrka1-1"/>
      </w:pPr>
      <w:r w:rsidRPr="0060254E">
        <w:t>recyklaci kameniva vyzískávaného z kolejového lože</w:t>
      </w:r>
      <w:r w:rsidR="00840ED6">
        <w:t>,</w:t>
      </w:r>
    </w:p>
    <w:p w14:paraId="49F0953E" w14:textId="15A40A5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2508F">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5026233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026234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EE427E" w:rsidRDefault="0035531B" w:rsidP="00564DDD">
      <w:pPr>
        <w:pStyle w:val="Textbezslovn"/>
        <w:spacing w:after="0"/>
      </w:pPr>
      <w:r w:rsidRPr="00EE427E">
        <w:t>V</w:t>
      </w:r>
      <w:r w:rsidR="00B36181" w:rsidRPr="00EE427E">
        <w:t> </w:t>
      </w:r>
      <w:r w:rsidRPr="00EE427E">
        <w:t xml:space="preserve">Praze </w:t>
      </w:r>
    </w:p>
    <w:p w14:paraId="26A13A79" w14:textId="77777777" w:rsidR="0035531B" w:rsidRPr="00EE427E" w:rsidRDefault="0035531B" w:rsidP="00564DDD">
      <w:pPr>
        <w:pStyle w:val="Textbezslovn"/>
        <w:spacing w:after="0"/>
      </w:pPr>
    </w:p>
    <w:p w14:paraId="124D0D46" w14:textId="3FBF5479" w:rsidR="0035531B" w:rsidRPr="00EE427E" w:rsidRDefault="0035531B" w:rsidP="00564DDD">
      <w:pPr>
        <w:pStyle w:val="Textbezslovn"/>
        <w:spacing w:after="0"/>
      </w:pPr>
    </w:p>
    <w:p w14:paraId="2A18705D" w14:textId="5B878A18" w:rsidR="00B35448" w:rsidRDefault="00B35448" w:rsidP="00564DDD">
      <w:pPr>
        <w:pStyle w:val="Textbezslovn"/>
        <w:spacing w:after="0"/>
      </w:pPr>
    </w:p>
    <w:p w14:paraId="674E1B87" w14:textId="77777777" w:rsidR="00A816C0" w:rsidRPr="00EE427E" w:rsidRDefault="00A816C0" w:rsidP="00564DDD">
      <w:pPr>
        <w:pStyle w:val="Textbezslovn"/>
        <w:spacing w:after="0"/>
      </w:pPr>
    </w:p>
    <w:p w14:paraId="3102FDB0" w14:textId="77777777" w:rsidR="0035531B" w:rsidRPr="00EE427E" w:rsidRDefault="0035531B" w:rsidP="00564DDD">
      <w:pPr>
        <w:pStyle w:val="Textbezslovn"/>
        <w:spacing w:after="0"/>
      </w:pPr>
    </w:p>
    <w:p w14:paraId="5ACB18CF" w14:textId="77777777" w:rsidR="0035531B" w:rsidRPr="00EE427E" w:rsidRDefault="0035531B" w:rsidP="00564DDD">
      <w:pPr>
        <w:pStyle w:val="Textbezslovn"/>
        <w:spacing w:after="0"/>
      </w:pPr>
      <w:r w:rsidRPr="00EE427E">
        <w:t>…………………………………………….</w:t>
      </w:r>
    </w:p>
    <w:p w14:paraId="3C83AF2A" w14:textId="77777777" w:rsidR="0035531B" w:rsidRPr="00EE427E" w:rsidRDefault="0035531B" w:rsidP="00564DDD">
      <w:pPr>
        <w:pStyle w:val="Textbezslovn"/>
        <w:spacing w:after="0"/>
      </w:pPr>
      <w:r w:rsidRPr="00EE427E">
        <w:t>Ing. Mojmír Nejezchleb</w:t>
      </w:r>
    </w:p>
    <w:p w14:paraId="22E3C2AA" w14:textId="77777777" w:rsidR="0035531B" w:rsidRPr="00EE427E" w:rsidRDefault="0035531B" w:rsidP="00564DDD">
      <w:pPr>
        <w:pStyle w:val="Textbezslovn"/>
        <w:spacing w:after="0"/>
      </w:pPr>
      <w:r w:rsidRPr="00EE427E">
        <w:t>náměstek generálního ředitele pro modernizaci dráhy</w:t>
      </w:r>
    </w:p>
    <w:p w14:paraId="16AFB686" w14:textId="77777777" w:rsidR="00564DDD" w:rsidRDefault="0035531B" w:rsidP="00B36181">
      <w:pPr>
        <w:pStyle w:val="Textbezslovn"/>
        <w:spacing w:after="0"/>
      </w:pPr>
      <w:r w:rsidRPr="00EE427E">
        <w:t>Správa železni</w:t>
      </w:r>
      <w:r w:rsidR="00B277ED" w:rsidRPr="00EE427E">
        <w:t>c</w:t>
      </w:r>
      <w:r w:rsidRPr="00EE427E">
        <w:t>,</w:t>
      </w:r>
      <w:r w:rsidR="00B277ED" w:rsidRPr="00EE427E">
        <w:t xml:space="preserve"> </w:t>
      </w:r>
      <w:r w:rsidRPr="00EE427E">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128FCA2" w:rsidR="008C65E0" w:rsidRDefault="006A6AF2" w:rsidP="006A6AF2">
      <w:pPr>
        <w:pStyle w:val="Textbezslovn"/>
        <w:ind w:left="0"/>
      </w:pPr>
      <w:r w:rsidRPr="006A6AF2">
        <w:t xml:space="preserve">Řádně jsme se seznámili se zněním zadávacích podmínek veřejné zakázky s názvem </w:t>
      </w:r>
      <w:r w:rsidR="00EE427E" w:rsidRPr="00EE427E">
        <w:rPr>
          <w:b/>
          <w:bCs/>
        </w:rPr>
        <w:t xml:space="preserve">„Sanace tělesa železničního spodku na trati Varnsdorf – </w:t>
      </w:r>
      <w:proofErr w:type="spellStart"/>
      <w:r w:rsidR="00EE427E" w:rsidRPr="00EE427E">
        <w:rPr>
          <w:b/>
          <w:bCs/>
        </w:rPr>
        <w:t>Seifhennersdorf</w:t>
      </w:r>
      <w:proofErr w:type="spellEnd"/>
      <w:r w:rsidR="00EE427E" w:rsidRPr="00EE427E">
        <w:rPr>
          <w:b/>
          <w:bCs/>
        </w:rPr>
        <w:t xml:space="preserve"> (DB) v km 12,288-12,7“</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E427E">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910E7D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01038F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75B49" w:rsidRPr="00E75B49">
        <w:rPr>
          <w:rFonts w:eastAsia="Times New Roman" w:cs="Times New Roman"/>
          <w:b/>
          <w:bCs/>
          <w:lang w:eastAsia="cs-CZ"/>
        </w:rPr>
        <w:t xml:space="preserve">„Sanace tělesa železničního spodku na trati Varnsdorf – </w:t>
      </w:r>
      <w:proofErr w:type="spellStart"/>
      <w:r w:rsidR="00E75B49" w:rsidRPr="00E75B49">
        <w:rPr>
          <w:rFonts w:eastAsia="Times New Roman" w:cs="Times New Roman"/>
          <w:b/>
          <w:bCs/>
          <w:lang w:eastAsia="cs-CZ"/>
        </w:rPr>
        <w:t>Seifhennersdorf</w:t>
      </w:r>
      <w:proofErr w:type="spellEnd"/>
      <w:r w:rsidR="00E75B49" w:rsidRPr="00E75B49">
        <w:rPr>
          <w:rFonts w:eastAsia="Times New Roman" w:cs="Times New Roman"/>
          <w:b/>
          <w:bCs/>
          <w:lang w:eastAsia="cs-CZ"/>
        </w:rPr>
        <w:t xml:space="preserve"> (DB) v km 12,288-12,7“</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2CDCF" w14:textId="77777777" w:rsidR="00BD71C4" w:rsidRDefault="00BD71C4" w:rsidP="00962258">
      <w:pPr>
        <w:spacing w:after="0" w:line="240" w:lineRule="auto"/>
      </w:pPr>
      <w:r>
        <w:separator/>
      </w:r>
    </w:p>
  </w:endnote>
  <w:endnote w:type="continuationSeparator" w:id="0">
    <w:p w14:paraId="6ADB6DA0" w14:textId="77777777" w:rsidR="00BD71C4" w:rsidRDefault="00BD71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215E" w14:paraId="43E6FD8A" w14:textId="77777777" w:rsidTr="00EB46E5">
      <w:tc>
        <w:tcPr>
          <w:tcW w:w="1361" w:type="dxa"/>
          <w:tcMar>
            <w:left w:w="0" w:type="dxa"/>
            <w:right w:w="0" w:type="dxa"/>
          </w:tcMar>
          <w:vAlign w:val="bottom"/>
        </w:tcPr>
        <w:p w14:paraId="016FBFAA" w14:textId="22D56610" w:rsidR="00F1215E" w:rsidRPr="00B8518B" w:rsidRDefault="00F121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A0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5A03">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F1215E" w:rsidRDefault="00F1215E" w:rsidP="00B8518B">
          <w:pPr>
            <w:pStyle w:val="Zpat"/>
          </w:pPr>
        </w:p>
      </w:tc>
      <w:tc>
        <w:tcPr>
          <w:tcW w:w="425" w:type="dxa"/>
          <w:shd w:val="clear" w:color="auto" w:fill="auto"/>
          <w:tcMar>
            <w:left w:w="0" w:type="dxa"/>
            <w:right w:w="0" w:type="dxa"/>
          </w:tcMar>
        </w:tcPr>
        <w:p w14:paraId="45F1B8FE" w14:textId="77777777" w:rsidR="00F1215E" w:rsidRDefault="00F1215E" w:rsidP="00B8518B">
          <w:pPr>
            <w:pStyle w:val="Zpat"/>
          </w:pPr>
        </w:p>
      </w:tc>
      <w:tc>
        <w:tcPr>
          <w:tcW w:w="8505" w:type="dxa"/>
        </w:tcPr>
        <w:p w14:paraId="6552BBF7" w14:textId="7AEF5A32" w:rsidR="00F1215E" w:rsidRDefault="00F1215E" w:rsidP="00EB46E5">
          <w:pPr>
            <w:pStyle w:val="Zpat0"/>
          </w:pPr>
          <w:r w:rsidRPr="009477D7">
            <w:t xml:space="preserve">„Sanace tělesa železničního spodku na trati Varnsdorf – </w:t>
          </w:r>
          <w:proofErr w:type="spellStart"/>
          <w:r w:rsidRPr="009477D7">
            <w:t>Seifhennersdorf</w:t>
          </w:r>
          <w:proofErr w:type="spellEnd"/>
          <w:r w:rsidRPr="009477D7">
            <w:t xml:space="preserve"> (DB) v km 12,288-12,7“</w:t>
          </w:r>
        </w:p>
        <w:p w14:paraId="3201EED0" w14:textId="77777777" w:rsidR="00F1215E" w:rsidRDefault="00F1215E" w:rsidP="00EB46E5">
          <w:pPr>
            <w:pStyle w:val="Zpat0"/>
          </w:pPr>
          <w:r>
            <w:t>Díl 1 – VÝZVA K PODÁNÍ NABÍDKY</w:t>
          </w:r>
        </w:p>
        <w:p w14:paraId="0F33739D" w14:textId="77777777" w:rsidR="00F1215E" w:rsidRDefault="00F1215E" w:rsidP="0035531B">
          <w:pPr>
            <w:pStyle w:val="Zpat0"/>
          </w:pPr>
        </w:p>
      </w:tc>
    </w:tr>
  </w:tbl>
  <w:p w14:paraId="0F99771F" w14:textId="77777777" w:rsidR="00F1215E" w:rsidRPr="00B8518B" w:rsidRDefault="00F121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F1215E" w:rsidRPr="00B8518B" w:rsidRDefault="00F1215E" w:rsidP="00460660">
    <w:pPr>
      <w:pStyle w:val="Zpat"/>
      <w:rPr>
        <w:sz w:val="2"/>
        <w:szCs w:val="2"/>
      </w:rPr>
    </w:pPr>
  </w:p>
  <w:p w14:paraId="542534AD" w14:textId="77777777" w:rsidR="00F1215E" w:rsidRPr="00460660" w:rsidRDefault="00F121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DA397" w14:textId="77777777" w:rsidR="00BD71C4" w:rsidRDefault="00BD71C4" w:rsidP="00962258">
      <w:pPr>
        <w:spacing w:after="0" w:line="240" w:lineRule="auto"/>
      </w:pPr>
      <w:r>
        <w:separator/>
      </w:r>
    </w:p>
  </w:footnote>
  <w:footnote w:type="continuationSeparator" w:id="0">
    <w:p w14:paraId="7CC06DFE" w14:textId="77777777" w:rsidR="00BD71C4" w:rsidRDefault="00BD71C4" w:rsidP="00962258">
      <w:pPr>
        <w:spacing w:after="0" w:line="240" w:lineRule="auto"/>
      </w:pPr>
      <w:r>
        <w:continuationSeparator/>
      </w:r>
    </w:p>
  </w:footnote>
  <w:footnote w:id="1">
    <w:p w14:paraId="1EBCE932" w14:textId="43111077" w:rsidR="00F1215E" w:rsidRDefault="00F1215E"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1215E" w:rsidRDefault="00F1215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1215E" w:rsidRDefault="00F1215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1215E" w:rsidRDefault="00F1215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1215E" w:rsidRDefault="00F121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1215E" w:rsidRDefault="00F121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1215E" w:rsidRDefault="00F121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1215E" w:rsidRDefault="00F121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1215E" w:rsidRDefault="00F1215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215E" w14:paraId="79A2CDDF" w14:textId="77777777" w:rsidTr="00C02D0A">
      <w:trPr>
        <w:trHeight w:hRule="exact" w:val="454"/>
      </w:trPr>
      <w:tc>
        <w:tcPr>
          <w:tcW w:w="1361" w:type="dxa"/>
          <w:tcMar>
            <w:top w:w="57" w:type="dxa"/>
            <w:left w:w="0" w:type="dxa"/>
            <w:right w:w="0" w:type="dxa"/>
          </w:tcMar>
        </w:tcPr>
        <w:p w14:paraId="6F56E93F" w14:textId="77777777" w:rsidR="00F1215E" w:rsidRPr="00B8518B" w:rsidRDefault="00F1215E" w:rsidP="00523EA7">
          <w:pPr>
            <w:pStyle w:val="Zpat"/>
            <w:rPr>
              <w:rStyle w:val="slostrnky"/>
            </w:rPr>
          </w:pPr>
        </w:p>
      </w:tc>
      <w:tc>
        <w:tcPr>
          <w:tcW w:w="3458" w:type="dxa"/>
          <w:shd w:val="clear" w:color="auto" w:fill="auto"/>
          <w:tcMar>
            <w:top w:w="57" w:type="dxa"/>
            <w:left w:w="0" w:type="dxa"/>
            <w:right w:w="0" w:type="dxa"/>
          </w:tcMar>
        </w:tcPr>
        <w:p w14:paraId="743F0C7F" w14:textId="77777777" w:rsidR="00F1215E" w:rsidRDefault="00F1215E" w:rsidP="00523EA7">
          <w:pPr>
            <w:pStyle w:val="Zpat"/>
          </w:pPr>
        </w:p>
      </w:tc>
      <w:tc>
        <w:tcPr>
          <w:tcW w:w="5698" w:type="dxa"/>
          <w:shd w:val="clear" w:color="auto" w:fill="auto"/>
          <w:tcMar>
            <w:top w:w="57" w:type="dxa"/>
            <w:left w:w="0" w:type="dxa"/>
            <w:right w:w="0" w:type="dxa"/>
          </w:tcMar>
        </w:tcPr>
        <w:p w14:paraId="31CF52A8" w14:textId="77777777" w:rsidR="00F1215E" w:rsidRPr="00D6163D" w:rsidRDefault="00F1215E" w:rsidP="00D6163D">
          <w:pPr>
            <w:pStyle w:val="Druhdokumentu"/>
          </w:pPr>
        </w:p>
      </w:tc>
    </w:tr>
  </w:tbl>
  <w:p w14:paraId="75C0D1DB" w14:textId="77777777" w:rsidR="00F1215E" w:rsidRPr="00D6163D" w:rsidRDefault="00F121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215E" w14:paraId="305FD5DB" w14:textId="77777777" w:rsidTr="00B22106">
      <w:trPr>
        <w:trHeight w:hRule="exact" w:val="936"/>
      </w:trPr>
      <w:tc>
        <w:tcPr>
          <w:tcW w:w="1361" w:type="dxa"/>
          <w:tcMar>
            <w:left w:w="0" w:type="dxa"/>
            <w:right w:w="0" w:type="dxa"/>
          </w:tcMar>
        </w:tcPr>
        <w:p w14:paraId="570B0069" w14:textId="77777777" w:rsidR="00F1215E" w:rsidRPr="00B8518B" w:rsidRDefault="00F1215E" w:rsidP="00FC6389">
          <w:pPr>
            <w:pStyle w:val="Zpat"/>
            <w:rPr>
              <w:rStyle w:val="slostrnky"/>
            </w:rPr>
          </w:pPr>
        </w:p>
      </w:tc>
      <w:tc>
        <w:tcPr>
          <w:tcW w:w="3458" w:type="dxa"/>
          <w:shd w:val="clear" w:color="auto" w:fill="auto"/>
          <w:tcMar>
            <w:left w:w="0" w:type="dxa"/>
            <w:right w:w="0" w:type="dxa"/>
          </w:tcMar>
        </w:tcPr>
        <w:p w14:paraId="5C1BA917" w14:textId="77777777" w:rsidR="00F1215E" w:rsidRDefault="00F1215E" w:rsidP="00FC6389">
          <w:pPr>
            <w:pStyle w:val="Zpat"/>
          </w:pPr>
        </w:p>
      </w:tc>
      <w:tc>
        <w:tcPr>
          <w:tcW w:w="5756" w:type="dxa"/>
          <w:shd w:val="clear" w:color="auto" w:fill="auto"/>
          <w:tcMar>
            <w:left w:w="0" w:type="dxa"/>
            <w:right w:w="0" w:type="dxa"/>
          </w:tcMar>
        </w:tcPr>
        <w:p w14:paraId="2C32B53E" w14:textId="77777777" w:rsidR="00F1215E" w:rsidRPr="00D6163D" w:rsidRDefault="00F1215E" w:rsidP="00FC6389">
          <w:pPr>
            <w:pStyle w:val="Druhdokumentu"/>
          </w:pPr>
        </w:p>
      </w:tc>
    </w:tr>
    <w:tr w:rsidR="00F1215E" w14:paraId="69F8D53D" w14:textId="77777777" w:rsidTr="00B22106">
      <w:trPr>
        <w:trHeight w:hRule="exact" w:val="936"/>
      </w:trPr>
      <w:tc>
        <w:tcPr>
          <w:tcW w:w="1361" w:type="dxa"/>
          <w:tcMar>
            <w:left w:w="0" w:type="dxa"/>
            <w:right w:w="0" w:type="dxa"/>
          </w:tcMar>
        </w:tcPr>
        <w:p w14:paraId="679BED3A" w14:textId="77777777" w:rsidR="00F1215E" w:rsidRPr="00B8518B" w:rsidRDefault="00F1215E" w:rsidP="00FC6389">
          <w:pPr>
            <w:pStyle w:val="Zpat"/>
            <w:rPr>
              <w:rStyle w:val="slostrnky"/>
            </w:rPr>
          </w:pPr>
        </w:p>
      </w:tc>
      <w:tc>
        <w:tcPr>
          <w:tcW w:w="3458" w:type="dxa"/>
          <w:shd w:val="clear" w:color="auto" w:fill="auto"/>
          <w:tcMar>
            <w:left w:w="0" w:type="dxa"/>
            <w:right w:w="0" w:type="dxa"/>
          </w:tcMar>
        </w:tcPr>
        <w:p w14:paraId="63E8AC86" w14:textId="77777777" w:rsidR="00F1215E" w:rsidRDefault="00F1215E" w:rsidP="00FC6389">
          <w:pPr>
            <w:pStyle w:val="Zpat"/>
          </w:pPr>
        </w:p>
      </w:tc>
      <w:tc>
        <w:tcPr>
          <w:tcW w:w="5756" w:type="dxa"/>
          <w:shd w:val="clear" w:color="auto" w:fill="auto"/>
          <w:tcMar>
            <w:left w:w="0" w:type="dxa"/>
            <w:right w:w="0" w:type="dxa"/>
          </w:tcMar>
        </w:tcPr>
        <w:p w14:paraId="702F8471" w14:textId="77777777" w:rsidR="00F1215E" w:rsidRPr="00D6163D" w:rsidRDefault="00F1215E" w:rsidP="00FC6389">
          <w:pPr>
            <w:pStyle w:val="Druhdokumentu"/>
          </w:pPr>
        </w:p>
      </w:tc>
    </w:tr>
  </w:tbl>
  <w:p w14:paraId="0A197E79" w14:textId="77777777" w:rsidR="00F1215E" w:rsidRPr="00D6163D" w:rsidRDefault="00F1215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1215E" w:rsidRPr="00460660" w:rsidRDefault="00F121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67976513">
    <w:abstractNumId w:val="3"/>
  </w:num>
  <w:num w:numId="2" w16cid:durableId="1138258812">
    <w:abstractNumId w:val="1"/>
  </w:num>
  <w:num w:numId="3" w16cid:durableId="606621770">
    <w:abstractNumId w:val="10"/>
  </w:num>
  <w:num w:numId="4" w16cid:durableId="668286568">
    <w:abstractNumId w:val="2"/>
  </w:num>
  <w:num w:numId="5" w16cid:durableId="1323243500">
    <w:abstractNumId w:val="0"/>
  </w:num>
  <w:num w:numId="6" w16cid:durableId="96485249">
    <w:abstractNumId w:val="5"/>
  </w:num>
  <w:num w:numId="7" w16cid:durableId="1118916883">
    <w:abstractNumId w:val="7"/>
  </w:num>
  <w:num w:numId="8" w16cid:durableId="1373766396">
    <w:abstractNumId w:val="6"/>
  </w:num>
  <w:num w:numId="9" w16cid:durableId="1852597774">
    <w:abstractNumId w:val="11"/>
  </w:num>
  <w:num w:numId="10" w16cid:durableId="1353996939">
    <w:abstractNumId w:val="9"/>
  </w:num>
  <w:num w:numId="11" w16cid:durableId="1351181447">
    <w:abstractNumId w:val="7"/>
  </w:num>
  <w:num w:numId="12" w16cid:durableId="1472482416">
    <w:abstractNumId w:val="7"/>
  </w:num>
  <w:num w:numId="13" w16cid:durableId="97649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27926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47733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676668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8922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90367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2095605">
    <w:abstractNumId w:val="8"/>
  </w:num>
  <w:num w:numId="20" w16cid:durableId="14502023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38888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7099683">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2508F"/>
    <w:rsid w:val="00132890"/>
    <w:rsid w:val="00136160"/>
    <w:rsid w:val="00142F26"/>
    <w:rsid w:val="00146496"/>
    <w:rsid w:val="00146BCB"/>
    <w:rsid w:val="00146DD0"/>
    <w:rsid w:val="001472A9"/>
    <w:rsid w:val="00150BE2"/>
    <w:rsid w:val="00151838"/>
    <w:rsid w:val="00157179"/>
    <w:rsid w:val="0016176D"/>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222C1"/>
    <w:rsid w:val="00225B2D"/>
    <w:rsid w:val="00233A30"/>
    <w:rsid w:val="00233A53"/>
    <w:rsid w:val="00234DF2"/>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2F7"/>
    <w:rsid w:val="00283302"/>
    <w:rsid w:val="00284656"/>
    <w:rsid w:val="002924B8"/>
    <w:rsid w:val="002951E9"/>
    <w:rsid w:val="002952C6"/>
    <w:rsid w:val="002A1957"/>
    <w:rsid w:val="002A3704"/>
    <w:rsid w:val="002A3B57"/>
    <w:rsid w:val="002C04EE"/>
    <w:rsid w:val="002C31BF"/>
    <w:rsid w:val="002D666C"/>
    <w:rsid w:val="002D7FD6"/>
    <w:rsid w:val="002E0CD7"/>
    <w:rsid w:val="002E0CFB"/>
    <w:rsid w:val="002E0F4A"/>
    <w:rsid w:val="002E294C"/>
    <w:rsid w:val="002E3536"/>
    <w:rsid w:val="002E5046"/>
    <w:rsid w:val="002E5B10"/>
    <w:rsid w:val="002E5C7B"/>
    <w:rsid w:val="002F4333"/>
    <w:rsid w:val="002F77D1"/>
    <w:rsid w:val="003016FE"/>
    <w:rsid w:val="00307641"/>
    <w:rsid w:val="00311E65"/>
    <w:rsid w:val="00311F11"/>
    <w:rsid w:val="0031498D"/>
    <w:rsid w:val="00317F7D"/>
    <w:rsid w:val="00321E17"/>
    <w:rsid w:val="00322579"/>
    <w:rsid w:val="003248B0"/>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1B2C"/>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09FC"/>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DF5"/>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73A4"/>
    <w:rsid w:val="006C7B32"/>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5753F"/>
    <w:rsid w:val="00760D0C"/>
    <w:rsid w:val="0076286B"/>
    <w:rsid w:val="00762C0E"/>
    <w:rsid w:val="00766846"/>
    <w:rsid w:val="00767795"/>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A5FFB"/>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77F2"/>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477D7"/>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16C0"/>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5A03"/>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1C4"/>
    <w:rsid w:val="00BD7498"/>
    <w:rsid w:val="00BD7E91"/>
    <w:rsid w:val="00BD7F0D"/>
    <w:rsid w:val="00BE3236"/>
    <w:rsid w:val="00BE4005"/>
    <w:rsid w:val="00BE49F4"/>
    <w:rsid w:val="00BF0C8A"/>
    <w:rsid w:val="00BF2A73"/>
    <w:rsid w:val="00BF2F6F"/>
    <w:rsid w:val="00BF57D9"/>
    <w:rsid w:val="00BF77E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03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3BA"/>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5B49"/>
    <w:rsid w:val="00E77054"/>
    <w:rsid w:val="00E8058C"/>
    <w:rsid w:val="00E8187E"/>
    <w:rsid w:val="00E84F3D"/>
    <w:rsid w:val="00E8759A"/>
    <w:rsid w:val="00E878EE"/>
    <w:rsid w:val="00E9211D"/>
    <w:rsid w:val="00E948C0"/>
    <w:rsid w:val="00EA0AA6"/>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4E75"/>
    <w:rsid w:val="00ED6360"/>
    <w:rsid w:val="00EE1399"/>
    <w:rsid w:val="00EE2244"/>
    <w:rsid w:val="00EE3C5F"/>
    <w:rsid w:val="00EE427E"/>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15E"/>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35E7"/>
    <w:rsid w:val="00F749F9"/>
    <w:rsid w:val="00F76F41"/>
    <w:rsid w:val="00F86294"/>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A0FB1E30-7BB1-4DDF-8759-5A918D0F4BC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39</Pages>
  <Words>16847</Words>
  <Characters>99402</Characters>
  <Application>Microsoft Office Word</Application>
  <DocSecurity>0</DocSecurity>
  <Lines>828</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Barbora Sýkorová</cp:lastModifiedBy>
  <cp:revision>6</cp:revision>
  <cp:lastPrinted>2023-12-11T12:55:00Z</cp:lastPrinted>
  <dcterms:created xsi:type="dcterms:W3CDTF">2023-12-01T09:03:00Z</dcterms:created>
  <dcterms:modified xsi:type="dcterms:W3CDTF">2023-12-11T12:56:00Z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